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254A3" w:rsidRPr="000719BB" w:rsidRDefault="003254A3" w:rsidP="006C2343">
      <w:pPr>
        <w:pStyle w:val="Titul2"/>
      </w:pPr>
    </w:p>
    <w:p w:rsidR="00AD0C7B" w:rsidRDefault="00AD0C7B" w:rsidP="006C2343">
      <w:pPr>
        <w:pStyle w:val="Titul1"/>
      </w:pPr>
      <w:r>
        <w:t>Technická specifikace</w:t>
      </w:r>
    </w:p>
    <w:p w:rsidR="003254A3" w:rsidRDefault="003254A3" w:rsidP="00AD0C7B">
      <w:pPr>
        <w:pStyle w:val="Titul2"/>
      </w:pP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rsidR="002007BA" w:rsidRDefault="002007BA" w:rsidP="006C2343">
      <w:pPr>
        <w:pStyle w:val="Tituldatum"/>
      </w:pPr>
    </w:p>
    <w:sdt>
      <w:sdtPr>
        <w:rPr>
          <w:rFonts w:eastAsia="Times New Roman" w:cs="Arial"/>
          <w:b/>
          <w:bCs/>
          <w:color w:val="000000"/>
          <w:lang w:eastAsia="cs-CZ"/>
        </w:rPr>
        <w:alias w:val="Název akce - VYplnit pole - přenese se do zápatí"/>
        <w:tag w:val="Název akce"/>
        <w:id w:val="1889687308"/>
        <w:placeholder>
          <w:docPart w:val="8F75787AA08443AA8FE7A61C6F7D0290"/>
        </w:placeholder>
        <w:text/>
      </w:sdtPr>
      <w:sdtEndPr/>
      <w:sdtContent>
        <w:p w:rsidR="00BF54FE" w:rsidRDefault="00FF4DA7" w:rsidP="006C2343">
          <w:pPr>
            <w:pStyle w:val="Tituldatum"/>
          </w:pPr>
          <w:r w:rsidRPr="006522A2">
            <w:rPr>
              <w:rFonts w:eastAsia="Times New Roman" w:cs="Arial"/>
              <w:b/>
              <w:bCs/>
              <w:color w:val="000000"/>
              <w:lang w:eastAsia="cs-CZ"/>
            </w:rPr>
            <w:t>Ústí n.</w:t>
          </w:r>
          <w:r w:rsidR="00CC5A4E">
            <w:rPr>
              <w:rFonts w:eastAsia="Times New Roman" w:cs="Arial"/>
              <w:b/>
              <w:bCs/>
              <w:color w:val="000000"/>
              <w:lang w:eastAsia="cs-CZ"/>
            </w:rPr>
            <w:t xml:space="preserve"> O. -</w:t>
          </w:r>
          <w:r w:rsidRPr="006522A2">
            <w:rPr>
              <w:rFonts w:eastAsia="Times New Roman" w:cs="Arial"/>
              <w:b/>
              <w:bCs/>
              <w:color w:val="000000"/>
              <w:lang w:eastAsia="cs-CZ"/>
            </w:rPr>
            <w:t xml:space="preserve"> B</w:t>
          </w:r>
          <w:r w:rsidR="00CC5A4E">
            <w:rPr>
              <w:rFonts w:eastAsia="Times New Roman" w:cs="Arial"/>
              <w:b/>
              <w:bCs/>
              <w:color w:val="000000"/>
              <w:lang w:eastAsia="cs-CZ"/>
            </w:rPr>
            <w:t xml:space="preserve">randýs </w:t>
          </w:r>
          <w:proofErr w:type="spellStart"/>
          <w:proofErr w:type="gramStart"/>
          <w:r w:rsidR="00CC5A4E">
            <w:rPr>
              <w:rFonts w:eastAsia="Times New Roman" w:cs="Arial"/>
              <w:b/>
              <w:bCs/>
              <w:color w:val="000000"/>
              <w:lang w:eastAsia="cs-CZ"/>
            </w:rPr>
            <w:t>n.O</w:t>
          </w:r>
          <w:proofErr w:type="spellEnd"/>
          <w:r w:rsidR="00CC5A4E">
            <w:rPr>
              <w:rFonts w:eastAsia="Times New Roman" w:cs="Arial"/>
              <w:b/>
              <w:bCs/>
              <w:color w:val="000000"/>
              <w:lang w:eastAsia="cs-CZ"/>
            </w:rPr>
            <w:t>.</w:t>
          </w:r>
          <w:proofErr w:type="gramEnd"/>
          <w:r w:rsidR="00CC5A4E">
            <w:rPr>
              <w:rFonts w:eastAsia="Times New Roman" w:cs="Arial"/>
              <w:b/>
              <w:bCs/>
              <w:color w:val="000000"/>
              <w:lang w:eastAsia="cs-CZ"/>
            </w:rPr>
            <w:t xml:space="preserve"> - původní stopa, BC - </w:t>
          </w:r>
          <w:r w:rsidRPr="006522A2">
            <w:rPr>
              <w:rFonts w:eastAsia="Times New Roman" w:cs="Arial"/>
              <w:b/>
              <w:bCs/>
              <w:color w:val="000000"/>
              <w:lang w:eastAsia="cs-CZ"/>
            </w:rPr>
            <w:t xml:space="preserve">Rekonstrukce mostu </w:t>
          </w:r>
          <w:proofErr w:type="spellStart"/>
          <w:r w:rsidRPr="006522A2">
            <w:rPr>
              <w:rFonts w:eastAsia="Times New Roman" w:cs="Arial"/>
              <w:b/>
              <w:bCs/>
              <w:color w:val="000000"/>
              <w:lang w:eastAsia="cs-CZ"/>
            </w:rPr>
            <w:t>ev.č</w:t>
          </w:r>
          <w:proofErr w:type="spellEnd"/>
          <w:r w:rsidRPr="006522A2">
            <w:rPr>
              <w:rFonts w:eastAsia="Times New Roman" w:cs="Arial"/>
              <w:b/>
              <w:bCs/>
              <w:color w:val="000000"/>
              <w:lang w:eastAsia="cs-CZ"/>
            </w:rPr>
            <w:t>. 3155-2, Brandýs n.</w:t>
          </w:r>
          <w:r w:rsidR="00CC5A4E">
            <w:rPr>
              <w:rFonts w:eastAsia="Times New Roman" w:cs="Arial"/>
              <w:b/>
              <w:bCs/>
              <w:color w:val="000000"/>
              <w:lang w:eastAsia="cs-CZ"/>
            </w:rPr>
            <w:t xml:space="preserve"> </w:t>
          </w:r>
          <w:r w:rsidRPr="006522A2">
            <w:rPr>
              <w:rFonts w:eastAsia="Times New Roman" w:cs="Arial"/>
              <w:b/>
              <w:bCs/>
              <w:color w:val="000000"/>
              <w:lang w:eastAsia="cs-CZ"/>
            </w:rPr>
            <w:t>O.</w:t>
          </w:r>
          <w:r>
            <w:rPr>
              <w:rFonts w:eastAsia="Times New Roman" w:cs="Arial"/>
              <w:b/>
              <w:bCs/>
              <w:color w:val="000000"/>
              <w:lang w:eastAsia="cs-CZ"/>
            </w:rPr>
            <w:t xml:space="preserve"> – včetně souvisejících objektů</w:t>
          </w:r>
        </w:p>
      </w:sdtContent>
    </w:sdt>
    <w:p w:rsidR="009226C1" w:rsidRDefault="009226C1"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421C8C">
        <w:t>18</w:t>
      </w:r>
      <w:r w:rsidRPr="00FF4DA7">
        <w:t xml:space="preserve">. </w:t>
      </w:r>
      <w:r w:rsidR="00FF4DA7" w:rsidRPr="00FF4DA7">
        <w:t>6</w:t>
      </w:r>
      <w:r w:rsidRPr="00FF4DA7">
        <w:t>. 20</w:t>
      </w:r>
      <w:r w:rsidR="007D3FA6" w:rsidRPr="00FF4DA7">
        <w:t>20</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577561"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44056718" w:history="1">
        <w:r w:rsidR="00577561" w:rsidRPr="00C42952">
          <w:rPr>
            <w:rStyle w:val="Hypertextovodkaz"/>
          </w:rPr>
          <w:t>SEZNAM ZKRATEK</w:t>
        </w:r>
        <w:r w:rsidR="00577561">
          <w:rPr>
            <w:noProof/>
            <w:webHidden/>
          </w:rPr>
          <w:tab/>
        </w:r>
        <w:r w:rsidR="00577561">
          <w:rPr>
            <w:noProof/>
            <w:webHidden/>
          </w:rPr>
          <w:fldChar w:fldCharType="begin"/>
        </w:r>
        <w:r w:rsidR="00577561">
          <w:rPr>
            <w:noProof/>
            <w:webHidden/>
          </w:rPr>
          <w:instrText xml:space="preserve"> PAGEREF _Toc44056718 \h </w:instrText>
        </w:r>
        <w:r w:rsidR="00577561">
          <w:rPr>
            <w:noProof/>
            <w:webHidden/>
          </w:rPr>
        </w:r>
        <w:r w:rsidR="00577561">
          <w:rPr>
            <w:noProof/>
            <w:webHidden/>
          </w:rPr>
          <w:fldChar w:fldCharType="separate"/>
        </w:r>
        <w:r w:rsidR="00577561">
          <w:rPr>
            <w:noProof/>
            <w:webHidden/>
          </w:rPr>
          <w:t>2</w:t>
        </w:r>
        <w:r w:rsidR="00577561">
          <w:rPr>
            <w:noProof/>
            <w:webHidden/>
          </w:rPr>
          <w:fldChar w:fldCharType="end"/>
        </w:r>
      </w:hyperlink>
    </w:p>
    <w:p w:rsidR="00577561" w:rsidRDefault="00F2792F">
      <w:pPr>
        <w:pStyle w:val="Obsah1"/>
        <w:rPr>
          <w:rFonts w:asciiTheme="minorHAnsi" w:eastAsiaTheme="minorEastAsia" w:hAnsiTheme="minorHAnsi"/>
          <w:b w:val="0"/>
          <w:caps w:val="0"/>
          <w:noProof/>
          <w:spacing w:val="0"/>
          <w:sz w:val="22"/>
          <w:szCs w:val="22"/>
          <w:lang w:eastAsia="cs-CZ"/>
        </w:rPr>
      </w:pPr>
      <w:hyperlink w:anchor="_Toc44056719" w:history="1">
        <w:r w:rsidR="00577561" w:rsidRPr="00C42952">
          <w:rPr>
            <w:rStyle w:val="Hypertextovodkaz"/>
          </w:rPr>
          <w:t>1.</w:t>
        </w:r>
        <w:r w:rsidR="00577561">
          <w:rPr>
            <w:rFonts w:asciiTheme="minorHAnsi" w:eastAsiaTheme="minorEastAsia" w:hAnsiTheme="minorHAnsi"/>
            <w:b w:val="0"/>
            <w:caps w:val="0"/>
            <w:noProof/>
            <w:spacing w:val="0"/>
            <w:sz w:val="22"/>
            <w:szCs w:val="22"/>
            <w:lang w:eastAsia="cs-CZ"/>
          </w:rPr>
          <w:tab/>
        </w:r>
        <w:r w:rsidR="00577561" w:rsidRPr="00C42952">
          <w:rPr>
            <w:rStyle w:val="Hypertextovodkaz"/>
          </w:rPr>
          <w:t>SPECIFIKACE PŘEDMĚTU DÍLA</w:t>
        </w:r>
        <w:r w:rsidR="00577561">
          <w:rPr>
            <w:noProof/>
            <w:webHidden/>
          </w:rPr>
          <w:tab/>
        </w:r>
        <w:r w:rsidR="00577561">
          <w:rPr>
            <w:noProof/>
            <w:webHidden/>
          </w:rPr>
          <w:fldChar w:fldCharType="begin"/>
        </w:r>
        <w:r w:rsidR="00577561">
          <w:rPr>
            <w:noProof/>
            <w:webHidden/>
          </w:rPr>
          <w:instrText xml:space="preserve"> PAGEREF _Toc44056719 \h </w:instrText>
        </w:r>
        <w:r w:rsidR="00577561">
          <w:rPr>
            <w:noProof/>
            <w:webHidden/>
          </w:rPr>
        </w:r>
        <w:r w:rsidR="00577561">
          <w:rPr>
            <w:noProof/>
            <w:webHidden/>
          </w:rPr>
          <w:fldChar w:fldCharType="separate"/>
        </w:r>
        <w:r w:rsidR="00577561">
          <w:rPr>
            <w:noProof/>
            <w:webHidden/>
          </w:rPr>
          <w:t>3</w:t>
        </w:r>
        <w:r w:rsidR="00577561">
          <w:rPr>
            <w:noProof/>
            <w:webHidden/>
          </w:rPr>
          <w:fldChar w:fldCharType="end"/>
        </w:r>
      </w:hyperlink>
    </w:p>
    <w:p w:rsidR="00577561" w:rsidRDefault="00F2792F">
      <w:pPr>
        <w:pStyle w:val="Obsah2"/>
        <w:rPr>
          <w:rFonts w:asciiTheme="minorHAnsi" w:eastAsiaTheme="minorEastAsia" w:hAnsiTheme="minorHAnsi"/>
          <w:noProof/>
          <w:spacing w:val="0"/>
          <w:sz w:val="22"/>
          <w:szCs w:val="22"/>
          <w:lang w:eastAsia="cs-CZ"/>
        </w:rPr>
      </w:pPr>
      <w:hyperlink w:anchor="_Toc44056720" w:history="1">
        <w:r w:rsidR="00577561" w:rsidRPr="00C42952">
          <w:rPr>
            <w:rStyle w:val="Hypertextovodkaz"/>
            <w:rFonts w:asciiTheme="majorHAnsi" w:hAnsiTheme="majorHAnsi"/>
          </w:rPr>
          <w:t>1.1</w:t>
        </w:r>
        <w:r w:rsidR="00577561">
          <w:rPr>
            <w:rFonts w:asciiTheme="minorHAnsi" w:eastAsiaTheme="minorEastAsia" w:hAnsiTheme="minorHAnsi"/>
            <w:noProof/>
            <w:spacing w:val="0"/>
            <w:sz w:val="22"/>
            <w:szCs w:val="22"/>
            <w:lang w:eastAsia="cs-CZ"/>
          </w:rPr>
          <w:tab/>
        </w:r>
        <w:r w:rsidR="00577561" w:rsidRPr="00C42952">
          <w:rPr>
            <w:rStyle w:val="Hypertextovodkaz"/>
          </w:rPr>
          <w:t>Účel a rozsah předmětu Díla</w:t>
        </w:r>
        <w:r w:rsidR="00577561">
          <w:rPr>
            <w:noProof/>
            <w:webHidden/>
          </w:rPr>
          <w:tab/>
        </w:r>
        <w:r w:rsidR="00577561">
          <w:rPr>
            <w:noProof/>
            <w:webHidden/>
          </w:rPr>
          <w:fldChar w:fldCharType="begin"/>
        </w:r>
        <w:r w:rsidR="00577561">
          <w:rPr>
            <w:noProof/>
            <w:webHidden/>
          </w:rPr>
          <w:instrText xml:space="preserve"> PAGEREF _Toc44056720 \h </w:instrText>
        </w:r>
        <w:r w:rsidR="00577561">
          <w:rPr>
            <w:noProof/>
            <w:webHidden/>
          </w:rPr>
        </w:r>
        <w:r w:rsidR="00577561">
          <w:rPr>
            <w:noProof/>
            <w:webHidden/>
          </w:rPr>
          <w:fldChar w:fldCharType="separate"/>
        </w:r>
        <w:r w:rsidR="00577561">
          <w:rPr>
            <w:noProof/>
            <w:webHidden/>
          </w:rPr>
          <w:t>3</w:t>
        </w:r>
        <w:r w:rsidR="00577561">
          <w:rPr>
            <w:noProof/>
            <w:webHidden/>
          </w:rPr>
          <w:fldChar w:fldCharType="end"/>
        </w:r>
      </w:hyperlink>
    </w:p>
    <w:p w:rsidR="00577561" w:rsidRDefault="00F2792F">
      <w:pPr>
        <w:pStyle w:val="Obsah2"/>
        <w:rPr>
          <w:rFonts w:asciiTheme="minorHAnsi" w:eastAsiaTheme="minorEastAsia" w:hAnsiTheme="minorHAnsi"/>
          <w:noProof/>
          <w:spacing w:val="0"/>
          <w:sz w:val="22"/>
          <w:szCs w:val="22"/>
          <w:lang w:eastAsia="cs-CZ"/>
        </w:rPr>
      </w:pPr>
      <w:hyperlink w:anchor="_Toc44056721" w:history="1">
        <w:r w:rsidR="00577561" w:rsidRPr="00C42952">
          <w:rPr>
            <w:rStyle w:val="Hypertextovodkaz"/>
            <w:rFonts w:asciiTheme="majorHAnsi" w:hAnsiTheme="majorHAnsi"/>
          </w:rPr>
          <w:t>1.2</w:t>
        </w:r>
        <w:r w:rsidR="00577561">
          <w:rPr>
            <w:rFonts w:asciiTheme="minorHAnsi" w:eastAsiaTheme="minorEastAsia" w:hAnsiTheme="minorHAnsi"/>
            <w:noProof/>
            <w:spacing w:val="0"/>
            <w:sz w:val="22"/>
            <w:szCs w:val="22"/>
            <w:lang w:eastAsia="cs-CZ"/>
          </w:rPr>
          <w:tab/>
        </w:r>
        <w:r w:rsidR="00577561" w:rsidRPr="00C42952">
          <w:rPr>
            <w:rStyle w:val="Hypertextovodkaz"/>
          </w:rPr>
          <w:t>Umístění stavby</w:t>
        </w:r>
        <w:r w:rsidR="00577561">
          <w:rPr>
            <w:noProof/>
            <w:webHidden/>
          </w:rPr>
          <w:tab/>
        </w:r>
        <w:r w:rsidR="00577561">
          <w:rPr>
            <w:noProof/>
            <w:webHidden/>
          </w:rPr>
          <w:fldChar w:fldCharType="begin"/>
        </w:r>
        <w:r w:rsidR="00577561">
          <w:rPr>
            <w:noProof/>
            <w:webHidden/>
          </w:rPr>
          <w:instrText xml:space="preserve"> PAGEREF _Toc44056721 \h </w:instrText>
        </w:r>
        <w:r w:rsidR="00577561">
          <w:rPr>
            <w:noProof/>
            <w:webHidden/>
          </w:rPr>
        </w:r>
        <w:r w:rsidR="00577561">
          <w:rPr>
            <w:noProof/>
            <w:webHidden/>
          </w:rPr>
          <w:fldChar w:fldCharType="separate"/>
        </w:r>
        <w:r w:rsidR="00577561">
          <w:rPr>
            <w:noProof/>
            <w:webHidden/>
          </w:rPr>
          <w:t>3</w:t>
        </w:r>
        <w:r w:rsidR="00577561">
          <w:rPr>
            <w:noProof/>
            <w:webHidden/>
          </w:rPr>
          <w:fldChar w:fldCharType="end"/>
        </w:r>
      </w:hyperlink>
    </w:p>
    <w:p w:rsidR="00577561" w:rsidRDefault="00F2792F">
      <w:pPr>
        <w:pStyle w:val="Obsah1"/>
        <w:rPr>
          <w:rFonts w:asciiTheme="minorHAnsi" w:eastAsiaTheme="minorEastAsia" w:hAnsiTheme="minorHAnsi"/>
          <w:b w:val="0"/>
          <w:caps w:val="0"/>
          <w:noProof/>
          <w:spacing w:val="0"/>
          <w:sz w:val="22"/>
          <w:szCs w:val="22"/>
          <w:lang w:eastAsia="cs-CZ"/>
        </w:rPr>
      </w:pPr>
      <w:hyperlink w:anchor="_Toc44056722" w:history="1">
        <w:r w:rsidR="00577561" w:rsidRPr="00C42952">
          <w:rPr>
            <w:rStyle w:val="Hypertextovodkaz"/>
          </w:rPr>
          <w:t>2.</w:t>
        </w:r>
        <w:r w:rsidR="00577561">
          <w:rPr>
            <w:rFonts w:asciiTheme="minorHAnsi" w:eastAsiaTheme="minorEastAsia" w:hAnsiTheme="minorHAnsi"/>
            <w:b w:val="0"/>
            <w:caps w:val="0"/>
            <w:noProof/>
            <w:spacing w:val="0"/>
            <w:sz w:val="22"/>
            <w:szCs w:val="22"/>
            <w:lang w:eastAsia="cs-CZ"/>
          </w:rPr>
          <w:tab/>
        </w:r>
        <w:r w:rsidR="00577561" w:rsidRPr="00C42952">
          <w:rPr>
            <w:rStyle w:val="Hypertextovodkaz"/>
          </w:rPr>
          <w:t>PŘEHLED VÝCHOZÍCH PODKLADŮ</w:t>
        </w:r>
        <w:r w:rsidR="00577561">
          <w:rPr>
            <w:noProof/>
            <w:webHidden/>
          </w:rPr>
          <w:tab/>
        </w:r>
        <w:r w:rsidR="00577561">
          <w:rPr>
            <w:noProof/>
            <w:webHidden/>
          </w:rPr>
          <w:fldChar w:fldCharType="begin"/>
        </w:r>
        <w:r w:rsidR="00577561">
          <w:rPr>
            <w:noProof/>
            <w:webHidden/>
          </w:rPr>
          <w:instrText xml:space="preserve"> PAGEREF _Toc44056722 \h </w:instrText>
        </w:r>
        <w:r w:rsidR="00577561">
          <w:rPr>
            <w:noProof/>
            <w:webHidden/>
          </w:rPr>
        </w:r>
        <w:r w:rsidR="00577561">
          <w:rPr>
            <w:noProof/>
            <w:webHidden/>
          </w:rPr>
          <w:fldChar w:fldCharType="separate"/>
        </w:r>
        <w:r w:rsidR="00577561">
          <w:rPr>
            <w:noProof/>
            <w:webHidden/>
          </w:rPr>
          <w:t>3</w:t>
        </w:r>
        <w:r w:rsidR="00577561">
          <w:rPr>
            <w:noProof/>
            <w:webHidden/>
          </w:rPr>
          <w:fldChar w:fldCharType="end"/>
        </w:r>
      </w:hyperlink>
    </w:p>
    <w:p w:rsidR="00577561" w:rsidRDefault="00F2792F">
      <w:pPr>
        <w:pStyle w:val="Obsah2"/>
        <w:rPr>
          <w:rFonts w:asciiTheme="minorHAnsi" w:eastAsiaTheme="minorEastAsia" w:hAnsiTheme="minorHAnsi"/>
          <w:noProof/>
          <w:spacing w:val="0"/>
          <w:sz w:val="22"/>
          <w:szCs w:val="22"/>
          <w:lang w:eastAsia="cs-CZ"/>
        </w:rPr>
      </w:pPr>
      <w:hyperlink w:anchor="_Toc44056723" w:history="1">
        <w:r w:rsidR="00577561" w:rsidRPr="00C42952">
          <w:rPr>
            <w:rStyle w:val="Hypertextovodkaz"/>
            <w:rFonts w:asciiTheme="majorHAnsi" w:hAnsiTheme="majorHAnsi"/>
          </w:rPr>
          <w:t>2.1</w:t>
        </w:r>
        <w:r w:rsidR="00577561">
          <w:rPr>
            <w:rFonts w:asciiTheme="minorHAnsi" w:eastAsiaTheme="minorEastAsia" w:hAnsiTheme="minorHAnsi"/>
            <w:noProof/>
            <w:spacing w:val="0"/>
            <w:sz w:val="22"/>
            <w:szCs w:val="22"/>
            <w:lang w:eastAsia="cs-CZ"/>
          </w:rPr>
          <w:tab/>
        </w:r>
        <w:r w:rsidR="00577561" w:rsidRPr="00C42952">
          <w:rPr>
            <w:rStyle w:val="Hypertextovodkaz"/>
          </w:rPr>
          <w:t>Projektová dokumentace</w:t>
        </w:r>
        <w:r w:rsidR="00577561">
          <w:rPr>
            <w:noProof/>
            <w:webHidden/>
          </w:rPr>
          <w:tab/>
        </w:r>
        <w:r w:rsidR="00577561">
          <w:rPr>
            <w:noProof/>
            <w:webHidden/>
          </w:rPr>
          <w:fldChar w:fldCharType="begin"/>
        </w:r>
        <w:r w:rsidR="00577561">
          <w:rPr>
            <w:noProof/>
            <w:webHidden/>
          </w:rPr>
          <w:instrText xml:space="preserve"> PAGEREF _Toc44056723 \h </w:instrText>
        </w:r>
        <w:r w:rsidR="00577561">
          <w:rPr>
            <w:noProof/>
            <w:webHidden/>
          </w:rPr>
        </w:r>
        <w:r w:rsidR="00577561">
          <w:rPr>
            <w:noProof/>
            <w:webHidden/>
          </w:rPr>
          <w:fldChar w:fldCharType="separate"/>
        </w:r>
        <w:r w:rsidR="00577561">
          <w:rPr>
            <w:noProof/>
            <w:webHidden/>
          </w:rPr>
          <w:t>3</w:t>
        </w:r>
        <w:r w:rsidR="00577561">
          <w:rPr>
            <w:noProof/>
            <w:webHidden/>
          </w:rPr>
          <w:fldChar w:fldCharType="end"/>
        </w:r>
      </w:hyperlink>
    </w:p>
    <w:p w:rsidR="00577561" w:rsidRDefault="00F2792F">
      <w:pPr>
        <w:pStyle w:val="Obsah2"/>
        <w:rPr>
          <w:rFonts w:asciiTheme="minorHAnsi" w:eastAsiaTheme="minorEastAsia" w:hAnsiTheme="minorHAnsi"/>
          <w:noProof/>
          <w:spacing w:val="0"/>
          <w:sz w:val="22"/>
          <w:szCs w:val="22"/>
          <w:lang w:eastAsia="cs-CZ"/>
        </w:rPr>
      </w:pPr>
      <w:hyperlink w:anchor="_Toc44056724" w:history="1">
        <w:r w:rsidR="00577561" w:rsidRPr="00C42952">
          <w:rPr>
            <w:rStyle w:val="Hypertextovodkaz"/>
            <w:rFonts w:asciiTheme="majorHAnsi" w:hAnsiTheme="majorHAnsi"/>
          </w:rPr>
          <w:t>2.2</w:t>
        </w:r>
        <w:r w:rsidR="00577561">
          <w:rPr>
            <w:rFonts w:asciiTheme="minorHAnsi" w:eastAsiaTheme="minorEastAsia" w:hAnsiTheme="minorHAnsi"/>
            <w:noProof/>
            <w:spacing w:val="0"/>
            <w:sz w:val="22"/>
            <w:szCs w:val="22"/>
            <w:lang w:eastAsia="cs-CZ"/>
          </w:rPr>
          <w:tab/>
        </w:r>
        <w:r w:rsidR="00577561" w:rsidRPr="00C42952">
          <w:rPr>
            <w:rStyle w:val="Hypertextovodkaz"/>
          </w:rPr>
          <w:t>Související dokumentace</w:t>
        </w:r>
        <w:r w:rsidR="00577561">
          <w:rPr>
            <w:noProof/>
            <w:webHidden/>
          </w:rPr>
          <w:tab/>
        </w:r>
        <w:r w:rsidR="00577561">
          <w:rPr>
            <w:noProof/>
            <w:webHidden/>
          </w:rPr>
          <w:fldChar w:fldCharType="begin"/>
        </w:r>
        <w:r w:rsidR="00577561">
          <w:rPr>
            <w:noProof/>
            <w:webHidden/>
          </w:rPr>
          <w:instrText xml:space="preserve"> PAGEREF _Toc44056724 \h </w:instrText>
        </w:r>
        <w:r w:rsidR="00577561">
          <w:rPr>
            <w:noProof/>
            <w:webHidden/>
          </w:rPr>
        </w:r>
        <w:r w:rsidR="00577561">
          <w:rPr>
            <w:noProof/>
            <w:webHidden/>
          </w:rPr>
          <w:fldChar w:fldCharType="separate"/>
        </w:r>
        <w:r w:rsidR="00577561">
          <w:rPr>
            <w:noProof/>
            <w:webHidden/>
          </w:rPr>
          <w:t>3</w:t>
        </w:r>
        <w:r w:rsidR="00577561">
          <w:rPr>
            <w:noProof/>
            <w:webHidden/>
          </w:rPr>
          <w:fldChar w:fldCharType="end"/>
        </w:r>
      </w:hyperlink>
    </w:p>
    <w:p w:rsidR="00577561" w:rsidRDefault="00F2792F">
      <w:pPr>
        <w:pStyle w:val="Obsah1"/>
        <w:rPr>
          <w:rFonts w:asciiTheme="minorHAnsi" w:eastAsiaTheme="minorEastAsia" w:hAnsiTheme="minorHAnsi"/>
          <w:b w:val="0"/>
          <w:caps w:val="0"/>
          <w:noProof/>
          <w:spacing w:val="0"/>
          <w:sz w:val="22"/>
          <w:szCs w:val="22"/>
          <w:lang w:eastAsia="cs-CZ"/>
        </w:rPr>
      </w:pPr>
      <w:hyperlink w:anchor="_Toc44056725" w:history="1">
        <w:r w:rsidR="00577561" w:rsidRPr="00C42952">
          <w:rPr>
            <w:rStyle w:val="Hypertextovodkaz"/>
          </w:rPr>
          <w:t>3.</w:t>
        </w:r>
        <w:r w:rsidR="00577561">
          <w:rPr>
            <w:rFonts w:asciiTheme="minorHAnsi" w:eastAsiaTheme="minorEastAsia" w:hAnsiTheme="minorHAnsi"/>
            <w:b w:val="0"/>
            <w:caps w:val="0"/>
            <w:noProof/>
            <w:spacing w:val="0"/>
            <w:sz w:val="22"/>
            <w:szCs w:val="22"/>
            <w:lang w:eastAsia="cs-CZ"/>
          </w:rPr>
          <w:tab/>
        </w:r>
        <w:r w:rsidR="00577561" w:rsidRPr="00C42952">
          <w:rPr>
            <w:rStyle w:val="Hypertextovodkaz"/>
          </w:rPr>
          <w:t>KOORDINACE S JINÝMI STAVBAMI</w:t>
        </w:r>
        <w:r w:rsidR="00577561">
          <w:rPr>
            <w:noProof/>
            <w:webHidden/>
          </w:rPr>
          <w:tab/>
        </w:r>
        <w:r w:rsidR="00577561">
          <w:rPr>
            <w:noProof/>
            <w:webHidden/>
          </w:rPr>
          <w:fldChar w:fldCharType="begin"/>
        </w:r>
        <w:r w:rsidR="00577561">
          <w:rPr>
            <w:noProof/>
            <w:webHidden/>
          </w:rPr>
          <w:instrText xml:space="preserve"> PAGEREF _Toc44056725 \h </w:instrText>
        </w:r>
        <w:r w:rsidR="00577561">
          <w:rPr>
            <w:noProof/>
            <w:webHidden/>
          </w:rPr>
        </w:r>
        <w:r w:rsidR="00577561">
          <w:rPr>
            <w:noProof/>
            <w:webHidden/>
          </w:rPr>
          <w:fldChar w:fldCharType="separate"/>
        </w:r>
        <w:r w:rsidR="00577561">
          <w:rPr>
            <w:noProof/>
            <w:webHidden/>
          </w:rPr>
          <w:t>3</w:t>
        </w:r>
        <w:r w:rsidR="00577561">
          <w:rPr>
            <w:noProof/>
            <w:webHidden/>
          </w:rPr>
          <w:fldChar w:fldCharType="end"/>
        </w:r>
      </w:hyperlink>
    </w:p>
    <w:p w:rsidR="00577561" w:rsidRDefault="00F2792F">
      <w:pPr>
        <w:pStyle w:val="Obsah1"/>
        <w:rPr>
          <w:rFonts w:asciiTheme="minorHAnsi" w:eastAsiaTheme="minorEastAsia" w:hAnsiTheme="minorHAnsi"/>
          <w:b w:val="0"/>
          <w:caps w:val="0"/>
          <w:noProof/>
          <w:spacing w:val="0"/>
          <w:sz w:val="22"/>
          <w:szCs w:val="22"/>
          <w:lang w:eastAsia="cs-CZ"/>
        </w:rPr>
      </w:pPr>
      <w:hyperlink w:anchor="_Toc44056726" w:history="1">
        <w:r w:rsidR="00577561" w:rsidRPr="00C42952">
          <w:rPr>
            <w:rStyle w:val="Hypertextovodkaz"/>
          </w:rPr>
          <w:t>4.</w:t>
        </w:r>
        <w:r w:rsidR="00577561">
          <w:rPr>
            <w:rFonts w:asciiTheme="minorHAnsi" w:eastAsiaTheme="minorEastAsia" w:hAnsiTheme="minorHAnsi"/>
            <w:b w:val="0"/>
            <w:caps w:val="0"/>
            <w:noProof/>
            <w:spacing w:val="0"/>
            <w:sz w:val="22"/>
            <w:szCs w:val="22"/>
            <w:lang w:eastAsia="cs-CZ"/>
          </w:rPr>
          <w:tab/>
        </w:r>
        <w:r w:rsidR="00577561" w:rsidRPr="00C42952">
          <w:rPr>
            <w:rStyle w:val="Hypertextovodkaz"/>
          </w:rPr>
          <w:t>ZVLÁŠTNÍ TECHNICKÉ PODMÍNKY A POŽADAVKY NA PROVEDENÍ DÍLA</w:t>
        </w:r>
        <w:r w:rsidR="00577561">
          <w:rPr>
            <w:noProof/>
            <w:webHidden/>
          </w:rPr>
          <w:tab/>
        </w:r>
        <w:r w:rsidR="00577561">
          <w:rPr>
            <w:noProof/>
            <w:webHidden/>
          </w:rPr>
          <w:fldChar w:fldCharType="begin"/>
        </w:r>
        <w:r w:rsidR="00577561">
          <w:rPr>
            <w:noProof/>
            <w:webHidden/>
          </w:rPr>
          <w:instrText xml:space="preserve"> PAGEREF _Toc44056726 \h </w:instrText>
        </w:r>
        <w:r w:rsidR="00577561">
          <w:rPr>
            <w:noProof/>
            <w:webHidden/>
          </w:rPr>
        </w:r>
        <w:r w:rsidR="00577561">
          <w:rPr>
            <w:noProof/>
            <w:webHidden/>
          </w:rPr>
          <w:fldChar w:fldCharType="separate"/>
        </w:r>
        <w:r w:rsidR="00577561">
          <w:rPr>
            <w:noProof/>
            <w:webHidden/>
          </w:rPr>
          <w:t>3</w:t>
        </w:r>
        <w:r w:rsidR="00577561">
          <w:rPr>
            <w:noProof/>
            <w:webHidden/>
          </w:rPr>
          <w:fldChar w:fldCharType="end"/>
        </w:r>
      </w:hyperlink>
    </w:p>
    <w:p w:rsidR="00577561" w:rsidRDefault="00F2792F">
      <w:pPr>
        <w:pStyle w:val="Obsah2"/>
        <w:rPr>
          <w:rFonts w:asciiTheme="minorHAnsi" w:eastAsiaTheme="minorEastAsia" w:hAnsiTheme="minorHAnsi"/>
          <w:noProof/>
          <w:spacing w:val="0"/>
          <w:sz w:val="22"/>
          <w:szCs w:val="22"/>
          <w:lang w:eastAsia="cs-CZ"/>
        </w:rPr>
      </w:pPr>
      <w:hyperlink w:anchor="_Toc44056727" w:history="1">
        <w:r w:rsidR="00577561" w:rsidRPr="00C42952">
          <w:rPr>
            <w:rStyle w:val="Hypertextovodkaz"/>
            <w:rFonts w:asciiTheme="majorHAnsi" w:hAnsiTheme="majorHAnsi"/>
          </w:rPr>
          <w:t>4.1</w:t>
        </w:r>
        <w:r w:rsidR="00577561">
          <w:rPr>
            <w:rFonts w:asciiTheme="minorHAnsi" w:eastAsiaTheme="minorEastAsia" w:hAnsiTheme="minorHAnsi"/>
            <w:noProof/>
            <w:spacing w:val="0"/>
            <w:sz w:val="22"/>
            <w:szCs w:val="22"/>
            <w:lang w:eastAsia="cs-CZ"/>
          </w:rPr>
          <w:tab/>
        </w:r>
        <w:r w:rsidR="00577561" w:rsidRPr="00C42952">
          <w:rPr>
            <w:rStyle w:val="Hypertextovodkaz"/>
          </w:rPr>
          <w:t>Všeobecně</w:t>
        </w:r>
        <w:r w:rsidR="00577561">
          <w:rPr>
            <w:noProof/>
            <w:webHidden/>
          </w:rPr>
          <w:tab/>
        </w:r>
        <w:r w:rsidR="00577561">
          <w:rPr>
            <w:noProof/>
            <w:webHidden/>
          </w:rPr>
          <w:fldChar w:fldCharType="begin"/>
        </w:r>
        <w:r w:rsidR="00577561">
          <w:rPr>
            <w:noProof/>
            <w:webHidden/>
          </w:rPr>
          <w:instrText xml:space="preserve"> PAGEREF _Toc44056727 \h </w:instrText>
        </w:r>
        <w:r w:rsidR="00577561">
          <w:rPr>
            <w:noProof/>
            <w:webHidden/>
          </w:rPr>
        </w:r>
        <w:r w:rsidR="00577561">
          <w:rPr>
            <w:noProof/>
            <w:webHidden/>
          </w:rPr>
          <w:fldChar w:fldCharType="separate"/>
        </w:r>
        <w:r w:rsidR="00577561">
          <w:rPr>
            <w:noProof/>
            <w:webHidden/>
          </w:rPr>
          <w:t>3</w:t>
        </w:r>
        <w:r w:rsidR="00577561">
          <w:rPr>
            <w:noProof/>
            <w:webHidden/>
          </w:rPr>
          <w:fldChar w:fldCharType="end"/>
        </w:r>
      </w:hyperlink>
    </w:p>
    <w:p w:rsidR="00577561" w:rsidRDefault="00F2792F">
      <w:pPr>
        <w:pStyle w:val="Obsah2"/>
        <w:rPr>
          <w:rFonts w:asciiTheme="minorHAnsi" w:eastAsiaTheme="minorEastAsia" w:hAnsiTheme="minorHAnsi"/>
          <w:noProof/>
          <w:spacing w:val="0"/>
          <w:sz w:val="22"/>
          <w:szCs w:val="22"/>
          <w:lang w:eastAsia="cs-CZ"/>
        </w:rPr>
      </w:pPr>
      <w:hyperlink w:anchor="_Toc44056728" w:history="1">
        <w:r w:rsidR="00577561" w:rsidRPr="00C42952">
          <w:rPr>
            <w:rStyle w:val="Hypertextovodkaz"/>
            <w:rFonts w:asciiTheme="majorHAnsi" w:hAnsiTheme="majorHAnsi"/>
          </w:rPr>
          <w:t>4.2</w:t>
        </w:r>
        <w:r w:rsidR="00577561">
          <w:rPr>
            <w:rFonts w:asciiTheme="minorHAnsi" w:eastAsiaTheme="minorEastAsia" w:hAnsiTheme="minorHAnsi"/>
            <w:noProof/>
            <w:spacing w:val="0"/>
            <w:sz w:val="22"/>
            <w:szCs w:val="22"/>
            <w:lang w:eastAsia="cs-CZ"/>
          </w:rPr>
          <w:tab/>
        </w:r>
        <w:r w:rsidR="00577561" w:rsidRPr="00C42952">
          <w:rPr>
            <w:rStyle w:val="Hypertextovodkaz"/>
          </w:rPr>
          <w:t>Dokumentace zhotovitele pro stavbu</w:t>
        </w:r>
        <w:r w:rsidR="00577561">
          <w:rPr>
            <w:noProof/>
            <w:webHidden/>
          </w:rPr>
          <w:tab/>
        </w:r>
        <w:r w:rsidR="00577561">
          <w:rPr>
            <w:noProof/>
            <w:webHidden/>
          </w:rPr>
          <w:fldChar w:fldCharType="begin"/>
        </w:r>
        <w:r w:rsidR="00577561">
          <w:rPr>
            <w:noProof/>
            <w:webHidden/>
          </w:rPr>
          <w:instrText xml:space="preserve"> PAGEREF _Toc44056728 \h </w:instrText>
        </w:r>
        <w:r w:rsidR="00577561">
          <w:rPr>
            <w:noProof/>
            <w:webHidden/>
          </w:rPr>
        </w:r>
        <w:r w:rsidR="00577561">
          <w:rPr>
            <w:noProof/>
            <w:webHidden/>
          </w:rPr>
          <w:fldChar w:fldCharType="separate"/>
        </w:r>
        <w:r w:rsidR="00577561">
          <w:rPr>
            <w:noProof/>
            <w:webHidden/>
          </w:rPr>
          <w:t>5</w:t>
        </w:r>
        <w:r w:rsidR="00577561">
          <w:rPr>
            <w:noProof/>
            <w:webHidden/>
          </w:rPr>
          <w:fldChar w:fldCharType="end"/>
        </w:r>
      </w:hyperlink>
    </w:p>
    <w:p w:rsidR="00577561" w:rsidRDefault="00F2792F">
      <w:pPr>
        <w:pStyle w:val="Obsah2"/>
        <w:rPr>
          <w:rFonts w:asciiTheme="minorHAnsi" w:eastAsiaTheme="minorEastAsia" w:hAnsiTheme="minorHAnsi"/>
          <w:noProof/>
          <w:spacing w:val="0"/>
          <w:sz w:val="22"/>
          <w:szCs w:val="22"/>
          <w:lang w:eastAsia="cs-CZ"/>
        </w:rPr>
      </w:pPr>
      <w:hyperlink w:anchor="_Toc44056729" w:history="1">
        <w:r w:rsidR="00577561" w:rsidRPr="00C42952">
          <w:rPr>
            <w:rStyle w:val="Hypertextovodkaz"/>
            <w:rFonts w:asciiTheme="majorHAnsi" w:hAnsiTheme="majorHAnsi"/>
          </w:rPr>
          <w:t>4.3</w:t>
        </w:r>
        <w:r w:rsidR="00577561">
          <w:rPr>
            <w:rFonts w:asciiTheme="minorHAnsi" w:eastAsiaTheme="minorEastAsia" w:hAnsiTheme="minorHAnsi"/>
            <w:noProof/>
            <w:spacing w:val="0"/>
            <w:sz w:val="22"/>
            <w:szCs w:val="22"/>
            <w:lang w:eastAsia="cs-CZ"/>
          </w:rPr>
          <w:tab/>
        </w:r>
        <w:r w:rsidR="00577561" w:rsidRPr="00C42952">
          <w:rPr>
            <w:rStyle w:val="Hypertextovodkaz"/>
          </w:rPr>
          <w:t>Dokumentace skutečného provedení stavby</w:t>
        </w:r>
        <w:r w:rsidR="00577561">
          <w:rPr>
            <w:noProof/>
            <w:webHidden/>
          </w:rPr>
          <w:tab/>
        </w:r>
        <w:r w:rsidR="00577561">
          <w:rPr>
            <w:noProof/>
            <w:webHidden/>
          </w:rPr>
          <w:fldChar w:fldCharType="begin"/>
        </w:r>
        <w:r w:rsidR="00577561">
          <w:rPr>
            <w:noProof/>
            <w:webHidden/>
          </w:rPr>
          <w:instrText xml:space="preserve"> PAGEREF _Toc44056729 \h </w:instrText>
        </w:r>
        <w:r w:rsidR="00577561">
          <w:rPr>
            <w:noProof/>
            <w:webHidden/>
          </w:rPr>
        </w:r>
        <w:r w:rsidR="00577561">
          <w:rPr>
            <w:noProof/>
            <w:webHidden/>
          </w:rPr>
          <w:fldChar w:fldCharType="separate"/>
        </w:r>
        <w:r w:rsidR="00577561">
          <w:rPr>
            <w:noProof/>
            <w:webHidden/>
          </w:rPr>
          <w:t>5</w:t>
        </w:r>
        <w:r w:rsidR="00577561">
          <w:rPr>
            <w:noProof/>
            <w:webHidden/>
          </w:rPr>
          <w:fldChar w:fldCharType="end"/>
        </w:r>
      </w:hyperlink>
    </w:p>
    <w:p w:rsidR="00577561" w:rsidRDefault="00F2792F">
      <w:pPr>
        <w:pStyle w:val="Obsah2"/>
        <w:rPr>
          <w:rFonts w:asciiTheme="minorHAnsi" w:eastAsiaTheme="minorEastAsia" w:hAnsiTheme="minorHAnsi"/>
          <w:noProof/>
          <w:spacing w:val="0"/>
          <w:sz w:val="22"/>
          <w:szCs w:val="22"/>
          <w:lang w:eastAsia="cs-CZ"/>
        </w:rPr>
      </w:pPr>
      <w:hyperlink w:anchor="_Toc44056730" w:history="1">
        <w:r w:rsidR="00577561" w:rsidRPr="00C42952">
          <w:rPr>
            <w:rStyle w:val="Hypertextovodkaz"/>
            <w:rFonts w:asciiTheme="majorHAnsi" w:hAnsiTheme="majorHAnsi"/>
          </w:rPr>
          <w:t>4.4</w:t>
        </w:r>
        <w:r w:rsidR="00577561">
          <w:rPr>
            <w:rFonts w:asciiTheme="minorHAnsi" w:eastAsiaTheme="minorEastAsia" w:hAnsiTheme="minorHAnsi"/>
            <w:noProof/>
            <w:spacing w:val="0"/>
            <w:sz w:val="22"/>
            <w:szCs w:val="22"/>
            <w:lang w:eastAsia="cs-CZ"/>
          </w:rPr>
          <w:tab/>
        </w:r>
        <w:r w:rsidR="00577561" w:rsidRPr="00C42952">
          <w:rPr>
            <w:rStyle w:val="Hypertextovodkaz"/>
          </w:rPr>
          <w:t>Mosty, propustky a zdi</w:t>
        </w:r>
        <w:r w:rsidR="00577561">
          <w:rPr>
            <w:noProof/>
            <w:webHidden/>
          </w:rPr>
          <w:tab/>
        </w:r>
        <w:r w:rsidR="00577561">
          <w:rPr>
            <w:noProof/>
            <w:webHidden/>
          </w:rPr>
          <w:fldChar w:fldCharType="begin"/>
        </w:r>
        <w:r w:rsidR="00577561">
          <w:rPr>
            <w:noProof/>
            <w:webHidden/>
          </w:rPr>
          <w:instrText xml:space="preserve"> PAGEREF _Toc44056730 \h </w:instrText>
        </w:r>
        <w:r w:rsidR="00577561">
          <w:rPr>
            <w:noProof/>
            <w:webHidden/>
          </w:rPr>
        </w:r>
        <w:r w:rsidR="00577561">
          <w:rPr>
            <w:noProof/>
            <w:webHidden/>
          </w:rPr>
          <w:fldChar w:fldCharType="separate"/>
        </w:r>
        <w:r w:rsidR="00577561">
          <w:rPr>
            <w:noProof/>
            <w:webHidden/>
          </w:rPr>
          <w:t>5</w:t>
        </w:r>
        <w:r w:rsidR="00577561">
          <w:rPr>
            <w:noProof/>
            <w:webHidden/>
          </w:rPr>
          <w:fldChar w:fldCharType="end"/>
        </w:r>
      </w:hyperlink>
    </w:p>
    <w:p w:rsidR="00577561" w:rsidRDefault="00F2792F">
      <w:pPr>
        <w:pStyle w:val="Obsah1"/>
        <w:rPr>
          <w:rFonts w:asciiTheme="minorHAnsi" w:eastAsiaTheme="minorEastAsia" w:hAnsiTheme="minorHAnsi"/>
          <w:b w:val="0"/>
          <w:caps w:val="0"/>
          <w:noProof/>
          <w:spacing w:val="0"/>
          <w:sz w:val="22"/>
          <w:szCs w:val="22"/>
          <w:lang w:eastAsia="cs-CZ"/>
        </w:rPr>
      </w:pPr>
      <w:hyperlink w:anchor="_Toc44056731" w:history="1">
        <w:r w:rsidR="00577561" w:rsidRPr="00C42952">
          <w:rPr>
            <w:rStyle w:val="Hypertextovodkaz"/>
          </w:rPr>
          <w:t>5.</w:t>
        </w:r>
        <w:r w:rsidR="00577561">
          <w:rPr>
            <w:rFonts w:asciiTheme="minorHAnsi" w:eastAsiaTheme="minorEastAsia" w:hAnsiTheme="minorHAnsi"/>
            <w:b w:val="0"/>
            <w:caps w:val="0"/>
            <w:noProof/>
            <w:spacing w:val="0"/>
            <w:sz w:val="22"/>
            <w:szCs w:val="22"/>
            <w:lang w:eastAsia="cs-CZ"/>
          </w:rPr>
          <w:tab/>
        </w:r>
        <w:r w:rsidR="00577561" w:rsidRPr="00C42952">
          <w:rPr>
            <w:rStyle w:val="Hypertextovodkaz"/>
          </w:rPr>
          <w:t>ORGANIZACE VÝSTAVBY, VÝLUKY</w:t>
        </w:r>
        <w:r w:rsidR="00577561">
          <w:rPr>
            <w:noProof/>
            <w:webHidden/>
          </w:rPr>
          <w:tab/>
        </w:r>
        <w:r w:rsidR="00577561">
          <w:rPr>
            <w:noProof/>
            <w:webHidden/>
          </w:rPr>
          <w:fldChar w:fldCharType="begin"/>
        </w:r>
        <w:r w:rsidR="00577561">
          <w:rPr>
            <w:noProof/>
            <w:webHidden/>
          </w:rPr>
          <w:instrText xml:space="preserve"> PAGEREF _Toc44056731 \h </w:instrText>
        </w:r>
        <w:r w:rsidR="00577561">
          <w:rPr>
            <w:noProof/>
            <w:webHidden/>
          </w:rPr>
        </w:r>
        <w:r w:rsidR="00577561">
          <w:rPr>
            <w:noProof/>
            <w:webHidden/>
          </w:rPr>
          <w:fldChar w:fldCharType="separate"/>
        </w:r>
        <w:r w:rsidR="00577561">
          <w:rPr>
            <w:noProof/>
            <w:webHidden/>
          </w:rPr>
          <w:t>6</w:t>
        </w:r>
        <w:r w:rsidR="00577561">
          <w:rPr>
            <w:noProof/>
            <w:webHidden/>
          </w:rPr>
          <w:fldChar w:fldCharType="end"/>
        </w:r>
      </w:hyperlink>
    </w:p>
    <w:p w:rsidR="00577561" w:rsidRDefault="00F2792F">
      <w:pPr>
        <w:pStyle w:val="Obsah1"/>
        <w:rPr>
          <w:rFonts w:asciiTheme="minorHAnsi" w:eastAsiaTheme="minorEastAsia" w:hAnsiTheme="minorHAnsi"/>
          <w:b w:val="0"/>
          <w:caps w:val="0"/>
          <w:noProof/>
          <w:spacing w:val="0"/>
          <w:sz w:val="22"/>
          <w:szCs w:val="22"/>
          <w:lang w:eastAsia="cs-CZ"/>
        </w:rPr>
      </w:pPr>
      <w:hyperlink w:anchor="_Toc44056732" w:history="1">
        <w:r w:rsidR="00577561" w:rsidRPr="00C42952">
          <w:rPr>
            <w:rStyle w:val="Hypertextovodkaz"/>
          </w:rPr>
          <w:t>6.</w:t>
        </w:r>
        <w:r w:rsidR="00577561">
          <w:rPr>
            <w:rFonts w:asciiTheme="minorHAnsi" w:eastAsiaTheme="minorEastAsia" w:hAnsiTheme="minorHAnsi"/>
            <w:b w:val="0"/>
            <w:caps w:val="0"/>
            <w:noProof/>
            <w:spacing w:val="0"/>
            <w:sz w:val="22"/>
            <w:szCs w:val="22"/>
            <w:lang w:eastAsia="cs-CZ"/>
          </w:rPr>
          <w:tab/>
        </w:r>
        <w:r w:rsidR="00577561" w:rsidRPr="00C42952">
          <w:rPr>
            <w:rStyle w:val="Hypertextovodkaz"/>
          </w:rPr>
          <w:t>SOUVISEJÍCÍ DOKUMENTY A PŘEDPISY</w:t>
        </w:r>
        <w:r w:rsidR="00577561">
          <w:rPr>
            <w:noProof/>
            <w:webHidden/>
          </w:rPr>
          <w:tab/>
        </w:r>
        <w:r w:rsidR="00577561">
          <w:rPr>
            <w:noProof/>
            <w:webHidden/>
          </w:rPr>
          <w:fldChar w:fldCharType="begin"/>
        </w:r>
        <w:r w:rsidR="00577561">
          <w:rPr>
            <w:noProof/>
            <w:webHidden/>
          </w:rPr>
          <w:instrText xml:space="preserve"> PAGEREF _Toc44056732 \h </w:instrText>
        </w:r>
        <w:r w:rsidR="00577561">
          <w:rPr>
            <w:noProof/>
            <w:webHidden/>
          </w:rPr>
        </w:r>
        <w:r w:rsidR="00577561">
          <w:rPr>
            <w:noProof/>
            <w:webHidden/>
          </w:rPr>
          <w:fldChar w:fldCharType="separate"/>
        </w:r>
        <w:r w:rsidR="00577561">
          <w:rPr>
            <w:noProof/>
            <w:webHidden/>
          </w:rPr>
          <w:t>6</w:t>
        </w:r>
        <w:r w:rsidR="00577561">
          <w:rPr>
            <w:noProof/>
            <w:webHidden/>
          </w:rPr>
          <w:fldChar w:fldCharType="end"/>
        </w:r>
      </w:hyperlink>
    </w:p>
    <w:p w:rsidR="0069470F" w:rsidRDefault="00BD7E91" w:rsidP="00476F2F">
      <w:pPr>
        <w:pStyle w:val="Textbezodsazen"/>
      </w:pPr>
      <w:r>
        <w:fldChar w:fldCharType="end"/>
      </w:r>
    </w:p>
    <w:p w:rsidR="00476F2F" w:rsidRDefault="00476F2F" w:rsidP="00476F2F">
      <w:pPr>
        <w:pStyle w:val="Textbezodsazen"/>
      </w:pPr>
    </w:p>
    <w:p w:rsidR="0069470F" w:rsidRDefault="0069470F" w:rsidP="005D7A71">
      <w:pPr>
        <w:pStyle w:val="Nadpisbezsl1-1"/>
        <w:outlineLvl w:val="0"/>
      </w:pPr>
      <w:bookmarkStart w:id="0" w:name="_Toc44056718"/>
      <w:r>
        <w:t>SEZNAM ZKRATEK</w:t>
      </w:r>
      <w:bookmarkEnd w:id="0"/>
    </w:p>
    <w:p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rsidTr="00F23844">
        <w:tc>
          <w:tcPr>
            <w:tcW w:w="1250" w:type="dxa"/>
            <w:shd w:val="clear" w:color="auto" w:fill="FFFFFF" w:themeFill="background1"/>
            <w:tcMar>
              <w:top w:w="28" w:type="dxa"/>
              <w:left w:w="0" w:type="dxa"/>
              <w:bottom w:w="28" w:type="dxa"/>
              <w:right w:w="0" w:type="dxa"/>
            </w:tcMar>
          </w:tcPr>
          <w:p w:rsidR="0069470F" w:rsidRPr="00994777" w:rsidRDefault="007D3FA6" w:rsidP="007D64DE">
            <w:pPr>
              <w:pStyle w:val="Zkratky1"/>
            </w:pPr>
            <w:r>
              <w:t xml:space="preserve">SŽ </w:t>
            </w:r>
            <w:r w:rsidR="0069470F" w:rsidRPr="00994777">
              <w:tab/>
            </w:r>
          </w:p>
        </w:tc>
        <w:tc>
          <w:tcPr>
            <w:tcW w:w="7452" w:type="dxa"/>
            <w:shd w:val="clear" w:color="auto" w:fill="FFFFFF" w:themeFill="background1"/>
            <w:tcMar>
              <w:top w:w="28" w:type="dxa"/>
              <w:left w:w="0" w:type="dxa"/>
              <w:bottom w:w="28" w:type="dxa"/>
              <w:right w:w="0" w:type="dxa"/>
            </w:tcMar>
          </w:tcPr>
          <w:p w:rsidR="0069470F" w:rsidRPr="00994777" w:rsidRDefault="007D3FA6" w:rsidP="007D64DE">
            <w:pPr>
              <w:pStyle w:val="Zkratky2"/>
            </w:pPr>
            <w:r>
              <w:t>Správa železnic, státní organizace</w:t>
            </w:r>
          </w:p>
        </w:tc>
      </w:tr>
      <w:tr w:rsidR="00E01EC2" w:rsidRPr="00AD0C7B" w:rsidTr="00F23844">
        <w:tc>
          <w:tcPr>
            <w:tcW w:w="1250" w:type="dxa"/>
            <w:tcMar>
              <w:top w:w="28" w:type="dxa"/>
              <w:left w:w="0" w:type="dxa"/>
              <w:bottom w:w="28" w:type="dxa"/>
              <w:right w:w="0" w:type="dxa"/>
            </w:tcMar>
          </w:tcPr>
          <w:p w:rsidR="00E01EC2" w:rsidRDefault="00E01EC2" w:rsidP="00F23844">
            <w:pPr>
              <w:pStyle w:val="Zkratky1"/>
            </w:pPr>
            <w:r>
              <w:t xml:space="preserve">SŽDC </w:t>
            </w:r>
            <w:r>
              <w:tab/>
            </w:r>
          </w:p>
        </w:tc>
        <w:tc>
          <w:tcPr>
            <w:tcW w:w="7452" w:type="dxa"/>
            <w:tcMar>
              <w:top w:w="28" w:type="dxa"/>
              <w:left w:w="0" w:type="dxa"/>
              <w:bottom w:w="28" w:type="dxa"/>
              <w:right w:w="0" w:type="dxa"/>
            </w:tcMar>
          </w:tcPr>
          <w:p w:rsidR="00E01EC2" w:rsidRDefault="00E01EC2" w:rsidP="007D64DE">
            <w:pPr>
              <w:pStyle w:val="Zkratky2"/>
            </w:pPr>
            <w:r>
              <w:t>Správa železniční dopravní cesty, státní organizace</w:t>
            </w:r>
          </w:p>
        </w:tc>
      </w:tr>
      <w:tr w:rsidR="0069470F" w:rsidRPr="00AD0C7B" w:rsidTr="00F23844">
        <w:tc>
          <w:tcPr>
            <w:tcW w:w="1250" w:type="dxa"/>
            <w:tcMar>
              <w:top w:w="28" w:type="dxa"/>
              <w:left w:w="0" w:type="dxa"/>
              <w:bottom w:w="28" w:type="dxa"/>
              <w:right w:w="0" w:type="dxa"/>
            </w:tcMar>
          </w:tcPr>
          <w:p w:rsidR="0069470F" w:rsidRPr="00AD0C7B" w:rsidRDefault="008F71EF" w:rsidP="00F23844">
            <w:pPr>
              <w:pStyle w:val="Zkratky1"/>
            </w:pPr>
            <w:r>
              <w:t xml:space="preserve">ESD </w:t>
            </w:r>
            <w:r>
              <w:tab/>
            </w:r>
          </w:p>
        </w:tc>
        <w:tc>
          <w:tcPr>
            <w:tcW w:w="7452" w:type="dxa"/>
            <w:tcMar>
              <w:top w:w="28" w:type="dxa"/>
              <w:left w:w="0" w:type="dxa"/>
              <w:bottom w:w="28" w:type="dxa"/>
              <w:right w:w="0" w:type="dxa"/>
            </w:tcMar>
          </w:tcPr>
          <w:p w:rsidR="0069470F" w:rsidRPr="006115D3" w:rsidRDefault="008F71EF" w:rsidP="007D64DE">
            <w:pPr>
              <w:pStyle w:val="Zkratky2"/>
            </w:pPr>
            <w:r>
              <w:t>Elektronický stavební deník</w:t>
            </w:r>
          </w:p>
        </w:tc>
      </w:tr>
      <w:tr w:rsidR="0069470F" w:rsidRPr="00AD0C7B" w:rsidTr="00F23844">
        <w:tc>
          <w:tcPr>
            <w:tcW w:w="1250" w:type="dxa"/>
            <w:tcMar>
              <w:top w:w="28" w:type="dxa"/>
              <w:left w:w="0" w:type="dxa"/>
              <w:bottom w:w="28" w:type="dxa"/>
              <w:right w:w="0" w:type="dxa"/>
            </w:tcMar>
          </w:tcPr>
          <w:p w:rsidR="0069470F" w:rsidRPr="00AD0C7B" w:rsidRDefault="0069470F" w:rsidP="00F23844">
            <w:pPr>
              <w:pStyle w:val="Zkratky1"/>
            </w:pPr>
          </w:p>
        </w:tc>
        <w:tc>
          <w:tcPr>
            <w:tcW w:w="7452" w:type="dxa"/>
            <w:tcMar>
              <w:top w:w="28" w:type="dxa"/>
              <w:left w:w="0" w:type="dxa"/>
              <w:bottom w:w="28" w:type="dxa"/>
              <w:right w:w="0" w:type="dxa"/>
            </w:tcMar>
          </w:tcPr>
          <w:p w:rsidR="0069470F" w:rsidRPr="006115D3" w:rsidRDefault="0069470F" w:rsidP="007D64DE">
            <w:pPr>
              <w:pStyle w:val="Zkratky2"/>
            </w:pPr>
          </w:p>
        </w:tc>
      </w:tr>
      <w:tr w:rsidR="0069470F" w:rsidRPr="00AD0C7B" w:rsidTr="00F23844">
        <w:tc>
          <w:tcPr>
            <w:tcW w:w="1250" w:type="dxa"/>
            <w:tcMar>
              <w:top w:w="28" w:type="dxa"/>
              <w:left w:w="0" w:type="dxa"/>
              <w:bottom w:w="28" w:type="dxa"/>
              <w:right w:w="0" w:type="dxa"/>
            </w:tcMar>
          </w:tcPr>
          <w:p w:rsidR="0069470F" w:rsidRPr="00AD0C7B" w:rsidRDefault="0069470F" w:rsidP="00F23844">
            <w:pPr>
              <w:pStyle w:val="Zkratky1"/>
            </w:pPr>
          </w:p>
        </w:tc>
        <w:tc>
          <w:tcPr>
            <w:tcW w:w="7452" w:type="dxa"/>
            <w:tcMar>
              <w:top w:w="28" w:type="dxa"/>
              <w:left w:w="0" w:type="dxa"/>
              <w:bottom w:w="28" w:type="dxa"/>
              <w:right w:w="0" w:type="dxa"/>
            </w:tcMar>
          </w:tcPr>
          <w:p w:rsidR="0069470F" w:rsidRPr="006115D3" w:rsidRDefault="0069470F" w:rsidP="007D64DE">
            <w:pPr>
              <w:pStyle w:val="Zkratky2"/>
            </w:pPr>
          </w:p>
        </w:tc>
      </w:tr>
      <w:tr w:rsidR="0069470F" w:rsidRPr="00AD0C7B" w:rsidTr="00F23844">
        <w:tc>
          <w:tcPr>
            <w:tcW w:w="1250" w:type="dxa"/>
            <w:tcMar>
              <w:top w:w="28" w:type="dxa"/>
              <w:left w:w="0" w:type="dxa"/>
              <w:bottom w:w="28" w:type="dxa"/>
              <w:right w:w="0" w:type="dxa"/>
            </w:tcMar>
          </w:tcPr>
          <w:p w:rsidR="0069470F" w:rsidRPr="00AD0C7B" w:rsidRDefault="0069470F" w:rsidP="00F23844">
            <w:pPr>
              <w:pStyle w:val="Zkratky1"/>
            </w:pPr>
          </w:p>
        </w:tc>
        <w:tc>
          <w:tcPr>
            <w:tcW w:w="7452" w:type="dxa"/>
            <w:tcMar>
              <w:top w:w="28" w:type="dxa"/>
              <w:left w:w="0" w:type="dxa"/>
              <w:bottom w:w="28" w:type="dxa"/>
              <w:right w:w="0" w:type="dxa"/>
            </w:tcMar>
          </w:tcPr>
          <w:p w:rsidR="0069470F" w:rsidRPr="006115D3" w:rsidRDefault="0069470F" w:rsidP="007D64DE">
            <w:pPr>
              <w:pStyle w:val="Zkratky2"/>
            </w:pPr>
          </w:p>
        </w:tc>
      </w:tr>
      <w:tr w:rsidR="0069470F" w:rsidRPr="00AD0C7B" w:rsidTr="00F23844">
        <w:tc>
          <w:tcPr>
            <w:tcW w:w="1250" w:type="dxa"/>
            <w:tcMar>
              <w:top w:w="28" w:type="dxa"/>
              <w:left w:w="0" w:type="dxa"/>
              <w:bottom w:w="28" w:type="dxa"/>
              <w:right w:w="0" w:type="dxa"/>
            </w:tcMar>
          </w:tcPr>
          <w:p w:rsidR="0069470F" w:rsidRPr="00AD0C7B" w:rsidRDefault="0069470F" w:rsidP="00F23844">
            <w:pPr>
              <w:pStyle w:val="Zkratky1"/>
            </w:pPr>
          </w:p>
        </w:tc>
        <w:tc>
          <w:tcPr>
            <w:tcW w:w="7452" w:type="dxa"/>
            <w:tcMar>
              <w:top w:w="28" w:type="dxa"/>
              <w:left w:w="0" w:type="dxa"/>
              <w:bottom w:w="28" w:type="dxa"/>
              <w:right w:w="0" w:type="dxa"/>
            </w:tcMar>
          </w:tcPr>
          <w:p w:rsidR="0069470F" w:rsidRPr="006115D3" w:rsidRDefault="0069470F" w:rsidP="007D64DE">
            <w:pPr>
              <w:pStyle w:val="Zkratky2"/>
            </w:pPr>
          </w:p>
        </w:tc>
      </w:tr>
    </w:tbl>
    <w:p w:rsidR="0069470F" w:rsidRDefault="0069470F" w:rsidP="00476F2F">
      <w:pPr>
        <w:pStyle w:val="Textbezodsazen"/>
      </w:pPr>
    </w:p>
    <w:p w:rsidR="00AD0C7B" w:rsidRDefault="00AD0C7B">
      <w:r>
        <w:br w:type="page"/>
      </w:r>
    </w:p>
    <w:p w:rsidR="0069470F" w:rsidRDefault="0069470F" w:rsidP="0069470F">
      <w:pPr>
        <w:pStyle w:val="Nadpis2-1"/>
      </w:pPr>
      <w:bookmarkStart w:id="1" w:name="_Toc7077108"/>
      <w:bookmarkStart w:id="2" w:name="_Toc44056719"/>
      <w:r>
        <w:lastRenderedPageBreak/>
        <w:t xml:space="preserve">SPECIFIKACE </w:t>
      </w:r>
      <w:r w:rsidRPr="00BB2C9A">
        <w:t>PŘEDMĚTU</w:t>
      </w:r>
      <w:r>
        <w:t xml:space="preserve"> DÍLA</w:t>
      </w:r>
      <w:bookmarkEnd w:id="1"/>
      <w:bookmarkEnd w:id="2"/>
    </w:p>
    <w:p w:rsidR="0069470F" w:rsidRDefault="0069470F" w:rsidP="00CC396D">
      <w:pPr>
        <w:pStyle w:val="Nadpis2-2"/>
      </w:pPr>
      <w:bookmarkStart w:id="3" w:name="_Toc7077109"/>
      <w:bookmarkStart w:id="4" w:name="_Toc44056720"/>
      <w:r>
        <w:t>Účel a rozsah předmětu Díla</w:t>
      </w:r>
      <w:bookmarkEnd w:id="3"/>
      <w:bookmarkEnd w:id="4"/>
    </w:p>
    <w:p w:rsidR="0069470F" w:rsidRPr="00722330" w:rsidRDefault="00722330" w:rsidP="00BA1E67">
      <w:pPr>
        <w:pStyle w:val="Text2-1"/>
      </w:pPr>
      <w:r>
        <w:t xml:space="preserve">Předmětem díla je zhotovení stavby </w:t>
      </w:r>
      <w:r w:rsidR="00C6523C" w:rsidRPr="00D43777">
        <w:t xml:space="preserve">„Rekonstrukce mostu </w:t>
      </w:r>
      <w:proofErr w:type="spellStart"/>
      <w:r w:rsidR="00C6523C" w:rsidRPr="00D43777">
        <w:t>ev.č</w:t>
      </w:r>
      <w:proofErr w:type="spellEnd"/>
      <w:r w:rsidR="00C6523C" w:rsidRPr="00D43777">
        <w:t>. 3155-2, Brandýs n.</w:t>
      </w:r>
      <w:r w:rsidR="00CC5A4E">
        <w:t xml:space="preserve"> </w:t>
      </w:r>
      <w:r w:rsidR="00C6523C" w:rsidRPr="00D43777">
        <w:t>O. - mostní provizorium“</w:t>
      </w:r>
      <w:r w:rsidR="00C6523C">
        <w:t>, která je součástí stavby</w:t>
      </w:r>
      <w:r w:rsidR="00C6523C" w:rsidRPr="00D43777">
        <w:t xml:space="preserve"> </w:t>
      </w:r>
      <w:r w:rsidRPr="00D43777">
        <w:t>„Ústí n.</w:t>
      </w:r>
      <w:r w:rsidR="00CC5A4E">
        <w:t xml:space="preserve"> O. -</w:t>
      </w:r>
      <w:r w:rsidRPr="00D43777">
        <w:t xml:space="preserve"> Brandýs n.</w:t>
      </w:r>
      <w:r w:rsidR="00CC5A4E">
        <w:t xml:space="preserve"> </w:t>
      </w:r>
      <w:r w:rsidRPr="00D43777">
        <w:t>O. - původní stopa, BC“</w:t>
      </w:r>
      <w:r w:rsidR="00C6523C">
        <w:t xml:space="preserve">. Jedná se o </w:t>
      </w:r>
      <w:proofErr w:type="gramStart"/>
      <w:r w:rsidRPr="00D43777">
        <w:t>objekty</w:t>
      </w:r>
      <w:bookmarkStart w:id="5" w:name="_GoBack"/>
      <w:bookmarkEnd w:id="5"/>
      <w:r w:rsidRPr="00D43777">
        <w:t xml:space="preserve"> </w:t>
      </w:r>
      <w:r>
        <w:t>jejímž</w:t>
      </w:r>
      <w:proofErr w:type="gramEnd"/>
      <w:r>
        <w:t xml:space="preserve"> cílem je r</w:t>
      </w:r>
      <w:r w:rsidRPr="00D43777">
        <w:t>ealizace mostního provizoria přes řeku Tich</w:t>
      </w:r>
      <w:r>
        <w:t>ou Orlici v Brandýse nad Orlicí nahrazující</w:t>
      </w:r>
      <w:r w:rsidRPr="00D43777">
        <w:t xml:space="preserve"> stávající mostní objekty </w:t>
      </w:r>
      <w:proofErr w:type="spellStart"/>
      <w:r w:rsidRPr="00D43777">
        <w:t>ev.č</w:t>
      </w:r>
      <w:proofErr w:type="spellEnd"/>
      <w:r w:rsidRPr="00D43777">
        <w:t>. 3155-1 a</w:t>
      </w:r>
      <w:r w:rsidR="00902AE7">
        <w:t> </w:t>
      </w:r>
      <w:r w:rsidRPr="00D43777">
        <w:t>3155-2, které z důvodu nedostatečné zatížitelnosti a špatného stavebně-technického stavu neumožňují převedení staveništní dopravy, která je nutná pro zdárný průběh realizace  stavby „Ústí n.</w:t>
      </w:r>
      <w:r w:rsidR="00CC5A4E">
        <w:t xml:space="preserve"> </w:t>
      </w:r>
      <w:r w:rsidRPr="00D43777">
        <w:t>O. – Brandýs n.</w:t>
      </w:r>
      <w:r w:rsidR="00CC5A4E">
        <w:t xml:space="preserve"> </w:t>
      </w:r>
      <w:r w:rsidRPr="00D43777">
        <w:t>O. - původní stopa, BC“</w:t>
      </w:r>
    </w:p>
    <w:p w:rsidR="0069470F" w:rsidRPr="00DB4332" w:rsidRDefault="0069470F" w:rsidP="0069470F">
      <w:pPr>
        <w:pStyle w:val="Text2-1"/>
      </w:pPr>
      <w:r w:rsidRPr="00DB4332">
        <w:t>Rozsah</w:t>
      </w:r>
      <w:r w:rsidR="00C6523C">
        <w:t>em</w:t>
      </w:r>
      <w:r w:rsidRPr="00DB4332">
        <w:t xml:space="preserve"> Díla </w:t>
      </w:r>
      <w:r w:rsidR="00C6523C">
        <w:t xml:space="preserve">je zhotovení stavebních objektů </w:t>
      </w:r>
      <w:r w:rsidR="00221F48" w:rsidRPr="00D43777">
        <w:t xml:space="preserve">„Rekonstrukce mostu </w:t>
      </w:r>
      <w:proofErr w:type="spellStart"/>
      <w:r w:rsidR="00221F48" w:rsidRPr="00D43777">
        <w:t>ev.č</w:t>
      </w:r>
      <w:proofErr w:type="spellEnd"/>
      <w:r w:rsidR="00221F48" w:rsidRPr="00D43777">
        <w:t xml:space="preserve">. 3155-2, Brandýs </w:t>
      </w:r>
      <w:proofErr w:type="spellStart"/>
      <w:proofErr w:type="gramStart"/>
      <w:r w:rsidR="00221F48" w:rsidRPr="00D43777">
        <w:t>n.O</w:t>
      </w:r>
      <w:proofErr w:type="spellEnd"/>
      <w:r w:rsidR="00221F48" w:rsidRPr="00D43777">
        <w:t>.</w:t>
      </w:r>
      <w:proofErr w:type="gramEnd"/>
      <w:r w:rsidR="00221F48" w:rsidRPr="00D43777">
        <w:t xml:space="preserve"> - mostní provizorium“</w:t>
      </w:r>
      <w:r w:rsidR="00221F48" w:rsidRPr="00DB4332">
        <w:t xml:space="preserve"> </w:t>
      </w:r>
      <w:r w:rsidR="00C6523C">
        <w:t xml:space="preserve">dle Projektové dokumentace </w:t>
      </w:r>
      <w:r w:rsidRPr="00DB4332">
        <w:t>„</w:t>
      </w:r>
      <w:r w:rsidR="00722330" w:rsidRPr="00D43777">
        <w:t xml:space="preserve">Ústí </w:t>
      </w:r>
      <w:proofErr w:type="spellStart"/>
      <w:proofErr w:type="gramStart"/>
      <w:r w:rsidR="00722330" w:rsidRPr="00D43777">
        <w:t>n.O</w:t>
      </w:r>
      <w:proofErr w:type="spellEnd"/>
      <w:r w:rsidR="00722330" w:rsidRPr="00D43777">
        <w:t>.</w:t>
      </w:r>
      <w:proofErr w:type="gramEnd"/>
      <w:r w:rsidR="00722330" w:rsidRPr="00D43777">
        <w:t xml:space="preserve"> – Brandýs </w:t>
      </w:r>
      <w:proofErr w:type="spellStart"/>
      <w:r w:rsidR="00722330" w:rsidRPr="00D43777">
        <w:t>n.O</w:t>
      </w:r>
      <w:proofErr w:type="spellEnd"/>
      <w:r w:rsidR="00722330" w:rsidRPr="00D43777">
        <w:t xml:space="preserve">. - původní stopa, BC“ </w:t>
      </w:r>
      <w:r w:rsidRPr="00DB4332">
        <w:t xml:space="preserve">je </w:t>
      </w:r>
      <w:r w:rsidR="00722330" w:rsidRPr="00C24F74">
        <w:t>zhotovení stavby,</w:t>
      </w:r>
      <w:r w:rsidR="00221F48">
        <w:t xml:space="preserve"> a to včetně</w:t>
      </w:r>
      <w:r w:rsidR="00722330" w:rsidRPr="00C24F74">
        <w:t xml:space="preserve"> vyhotovení </w:t>
      </w:r>
      <w:r w:rsidR="00722330">
        <w:t>R</w:t>
      </w:r>
      <w:r w:rsidR="00722330" w:rsidRPr="00C24F74">
        <w:t>ealizační dokumentace a Dokumentace skutečného provedení</w:t>
      </w:r>
      <w:r w:rsidR="00722330" w:rsidRPr="00FB7577">
        <w:t xml:space="preserve"> stavby</w:t>
      </w:r>
      <w:r w:rsidR="00722330">
        <w:t>.</w:t>
      </w:r>
    </w:p>
    <w:p w:rsidR="0069470F" w:rsidRDefault="0069470F" w:rsidP="0069470F">
      <w:pPr>
        <w:pStyle w:val="Nadpis2-2"/>
      </w:pPr>
      <w:bookmarkStart w:id="6" w:name="_Toc7077110"/>
      <w:bookmarkStart w:id="7" w:name="_Toc44056721"/>
      <w:r>
        <w:t>Umístění stavby</w:t>
      </w:r>
      <w:bookmarkEnd w:id="6"/>
      <w:bookmarkEnd w:id="7"/>
    </w:p>
    <w:p w:rsidR="0069470F" w:rsidRDefault="0069470F" w:rsidP="0069470F">
      <w:pPr>
        <w:pStyle w:val="Text2-1"/>
      </w:pPr>
      <w:r>
        <w:t xml:space="preserve">Stavba bude probíhat </w:t>
      </w:r>
      <w:r w:rsidR="00AB2439">
        <w:t xml:space="preserve">v Pardubickém kraji, katastrální území Brandýs nad Orlicí – </w:t>
      </w:r>
      <w:proofErr w:type="spellStart"/>
      <w:proofErr w:type="gramStart"/>
      <w:r w:rsidR="00AB2439">
        <w:t>k.ú</w:t>
      </w:r>
      <w:proofErr w:type="spellEnd"/>
      <w:r w:rsidR="00AB2439">
        <w:t>.</w:t>
      </w:r>
      <w:proofErr w:type="gramEnd"/>
      <w:r w:rsidR="00AB2439">
        <w:t xml:space="preserve"> 609277 </w:t>
      </w:r>
      <w:r w:rsidR="00AB2439" w:rsidRPr="00AB2439">
        <w:t>na komunikaci III/3155</w:t>
      </w:r>
      <w:r w:rsidR="00AB2439">
        <w:t>.</w:t>
      </w:r>
    </w:p>
    <w:p w:rsidR="0069470F" w:rsidRDefault="0069470F" w:rsidP="0069470F">
      <w:pPr>
        <w:pStyle w:val="Nadpis2-1"/>
      </w:pPr>
      <w:bookmarkStart w:id="8" w:name="_Toc7077111"/>
      <w:bookmarkStart w:id="9" w:name="_Toc44056722"/>
      <w:r>
        <w:t>PŘEHLED VÝCHOZÍCH PODKLADŮ</w:t>
      </w:r>
      <w:bookmarkEnd w:id="8"/>
      <w:bookmarkEnd w:id="9"/>
    </w:p>
    <w:p w:rsidR="0069470F" w:rsidRDefault="0069470F" w:rsidP="0069470F">
      <w:pPr>
        <w:pStyle w:val="Nadpis2-2"/>
      </w:pPr>
      <w:bookmarkStart w:id="10" w:name="_Toc7077112"/>
      <w:bookmarkStart w:id="11" w:name="_Toc44056723"/>
      <w:r>
        <w:t>Projektová dokumentace</w:t>
      </w:r>
      <w:bookmarkEnd w:id="10"/>
      <w:bookmarkEnd w:id="11"/>
    </w:p>
    <w:p w:rsidR="0069470F" w:rsidRPr="00727174" w:rsidRDefault="0069470F" w:rsidP="00AB2439">
      <w:pPr>
        <w:pStyle w:val="Text2-1"/>
      </w:pPr>
      <w:r>
        <w:t>Projektová dokumentace „</w:t>
      </w:r>
      <w:r w:rsidR="00AB2439" w:rsidRPr="00AB2439">
        <w:rPr>
          <w:bCs/>
        </w:rPr>
        <w:t xml:space="preserve">REKONSTRUKCE MOSTU </w:t>
      </w:r>
      <w:proofErr w:type="gramStart"/>
      <w:r w:rsidR="00AB2439" w:rsidRPr="00AB2439">
        <w:rPr>
          <w:bCs/>
        </w:rPr>
        <w:t>EV.Č.</w:t>
      </w:r>
      <w:proofErr w:type="gramEnd"/>
      <w:r w:rsidR="00AB2439" w:rsidRPr="00AB2439">
        <w:rPr>
          <w:bCs/>
        </w:rPr>
        <w:t xml:space="preserve"> 3155-2 BRANDÝS NAD</w:t>
      </w:r>
      <w:r w:rsidR="00AB2439">
        <w:rPr>
          <w:bCs/>
        </w:rPr>
        <w:t xml:space="preserve"> </w:t>
      </w:r>
      <w:r w:rsidR="00AB2439" w:rsidRPr="00727174">
        <w:rPr>
          <w:bCs/>
        </w:rPr>
        <w:t>ORLICÍ – PROVIZORNÍ MOST</w:t>
      </w:r>
      <w:r w:rsidR="00AB2439" w:rsidRPr="00727174">
        <w:t>“, zpracovaný společností</w:t>
      </w:r>
      <w:r w:rsidRPr="00727174">
        <w:t xml:space="preserve"> </w:t>
      </w:r>
      <w:r w:rsidR="00AB2439" w:rsidRPr="00727174">
        <w:rPr>
          <w:rFonts w:ascii="Helvetica" w:hAnsi="Helvetica" w:cs="Helvetica"/>
        </w:rPr>
        <w:t>MDS projekt s.r.o.</w:t>
      </w:r>
      <w:r w:rsidRPr="00727174">
        <w:t xml:space="preserve"> </w:t>
      </w:r>
      <w:r w:rsidR="00AB2439" w:rsidRPr="00727174">
        <w:t>11/2019</w:t>
      </w:r>
    </w:p>
    <w:p w:rsidR="0094574A" w:rsidRPr="00727174" w:rsidRDefault="0094574A" w:rsidP="0094574A">
      <w:pPr>
        <w:pStyle w:val="Textbezslovn"/>
      </w:pPr>
      <w:r w:rsidRPr="00727174">
        <w:t>Zhotovitel po uzavření SOD obdrží elektronickou podobu Projektové dokumentace v otevřené formě.</w:t>
      </w:r>
    </w:p>
    <w:p w:rsidR="0069470F" w:rsidRPr="00727174" w:rsidRDefault="0069470F" w:rsidP="0069470F">
      <w:pPr>
        <w:pStyle w:val="Nadpis2-2"/>
      </w:pPr>
      <w:bookmarkStart w:id="12" w:name="_Toc7077113"/>
      <w:bookmarkStart w:id="13" w:name="_Toc44056724"/>
      <w:r w:rsidRPr="00727174">
        <w:t>Související dokumentace</w:t>
      </w:r>
      <w:bookmarkEnd w:id="12"/>
      <w:bookmarkEnd w:id="13"/>
    </w:p>
    <w:p w:rsidR="00AB2439" w:rsidRPr="00727174" w:rsidRDefault="00AB2439" w:rsidP="0069470F">
      <w:pPr>
        <w:pStyle w:val="Text2-1"/>
      </w:pPr>
      <w:r w:rsidRPr="00727174">
        <w:t>Posuzovací a schvalovací protokol projektu stavby bude předán bez zbytečného odkladu před podpisem Smlouvy vítěznému uchazeči.</w:t>
      </w:r>
    </w:p>
    <w:p w:rsidR="0069470F" w:rsidRDefault="0069470F" w:rsidP="0069470F">
      <w:pPr>
        <w:pStyle w:val="Text2-1"/>
      </w:pPr>
      <w:r w:rsidRPr="00727174">
        <w:t xml:space="preserve">Stavební povolení </w:t>
      </w:r>
      <w:proofErr w:type="gramStart"/>
      <w:r w:rsidRPr="00727174">
        <w:t>č.j.</w:t>
      </w:r>
      <w:proofErr w:type="gramEnd"/>
      <w:r w:rsidRPr="00727174">
        <w:t xml:space="preserve">: </w:t>
      </w:r>
      <w:r w:rsidR="00AB2439" w:rsidRPr="00727174">
        <w:rPr>
          <w:rFonts w:eastAsia="Times New Roman" w:cs="Arial"/>
          <w:lang w:eastAsia="cs-CZ"/>
        </w:rPr>
        <w:t>MUUO/35841/2018/DSS/ba</w:t>
      </w:r>
      <w:r w:rsidR="00AB2439" w:rsidRPr="00727174">
        <w:t xml:space="preserve"> </w:t>
      </w:r>
      <w:r w:rsidRPr="00727174">
        <w:t xml:space="preserve">ze dne </w:t>
      </w:r>
      <w:r w:rsidR="00221F48" w:rsidRPr="00727174">
        <w:rPr>
          <w:rFonts w:eastAsia="Times New Roman" w:cs="Arial"/>
          <w:lang w:eastAsia="cs-CZ"/>
        </w:rPr>
        <w:t>8. 11. 2018</w:t>
      </w:r>
      <w:r w:rsidR="00AB2439" w:rsidRPr="00727174">
        <w:rPr>
          <w:rFonts w:eastAsia="Times New Roman" w:cs="Arial"/>
          <w:lang w:eastAsia="cs-CZ"/>
        </w:rPr>
        <w:t xml:space="preserve"> s nabitím právní moci dne</w:t>
      </w:r>
      <w:r w:rsidR="00AB2439" w:rsidRPr="00D4307E">
        <w:rPr>
          <w:rFonts w:eastAsia="Times New Roman" w:cs="Arial"/>
          <w:lang w:eastAsia="cs-CZ"/>
        </w:rPr>
        <w:t xml:space="preserve"> </w:t>
      </w:r>
      <w:r w:rsidR="00221F48" w:rsidRPr="00D4307E">
        <w:rPr>
          <w:rFonts w:eastAsia="Times New Roman" w:cs="Arial"/>
          <w:lang w:eastAsia="cs-CZ"/>
        </w:rPr>
        <w:t>4. 12. 2018</w:t>
      </w:r>
      <w:r w:rsidRPr="0077778B">
        <w:rPr>
          <w:highlight w:val="green"/>
        </w:rPr>
        <w:t xml:space="preserve"> </w:t>
      </w:r>
    </w:p>
    <w:p w:rsidR="0069470F" w:rsidRDefault="0069470F" w:rsidP="0069470F">
      <w:pPr>
        <w:pStyle w:val="Nadpis2-1"/>
      </w:pPr>
      <w:bookmarkStart w:id="14" w:name="_Toc7077114"/>
      <w:bookmarkStart w:id="15" w:name="_Toc44056725"/>
      <w:r>
        <w:t>KOORDINACE S JINÝMI STAVBAMI</w:t>
      </w:r>
      <w:bookmarkEnd w:id="14"/>
      <w:bookmarkEnd w:id="15"/>
      <w:r>
        <w:t xml:space="preserve"> </w:t>
      </w:r>
    </w:p>
    <w:p w:rsidR="0069470F" w:rsidRDefault="0069470F" w:rsidP="0069470F">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rsidR="0069470F" w:rsidRPr="00884DB3" w:rsidRDefault="0069470F" w:rsidP="0069470F">
      <w:pPr>
        <w:pStyle w:val="Text2-1"/>
      </w:pPr>
      <w:r w:rsidRPr="00884DB3">
        <w:t>Koordinace musí probíhat zejména s níže uvedenými investicemi a opravnými pracemi:</w:t>
      </w:r>
    </w:p>
    <w:p w:rsidR="0069470F" w:rsidRPr="00884DB3" w:rsidRDefault="00884DB3" w:rsidP="00466264">
      <w:pPr>
        <w:pStyle w:val="Odrka1-1"/>
      </w:pPr>
      <w:r w:rsidRPr="00884DB3">
        <w:t>Ústí n.</w:t>
      </w:r>
      <w:r w:rsidR="00902AE7">
        <w:t> </w:t>
      </w:r>
      <w:r w:rsidRPr="00884DB3">
        <w:t>O. – Brandýs n.</w:t>
      </w:r>
      <w:r w:rsidR="00902AE7">
        <w:t> </w:t>
      </w:r>
      <w:r w:rsidRPr="00884DB3">
        <w:t>O. – původní stopa, BC, investor Správa železnic, státní organizace, realizace 1.</w:t>
      </w:r>
      <w:r w:rsidR="00577561">
        <w:t> </w:t>
      </w:r>
      <w:r w:rsidRPr="00884DB3">
        <w:t>11.</w:t>
      </w:r>
      <w:r w:rsidR="00577561">
        <w:t> </w:t>
      </w:r>
      <w:r w:rsidRPr="00884DB3">
        <w:t>2020 – 3/2023</w:t>
      </w:r>
    </w:p>
    <w:p w:rsidR="0069470F" w:rsidRDefault="0069470F" w:rsidP="0069470F">
      <w:pPr>
        <w:pStyle w:val="Nadpis2-1"/>
      </w:pPr>
      <w:bookmarkStart w:id="16" w:name="_Toc7077115"/>
      <w:bookmarkStart w:id="17" w:name="_Toc44056726"/>
      <w:r>
        <w:t xml:space="preserve">ZVLÁŠTNÍ </w:t>
      </w:r>
      <w:r w:rsidRPr="00EC2E51">
        <w:t>TECHNICKÉ</w:t>
      </w:r>
      <w:r>
        <w:t xml:space="preserve"> PODMÍNKY A POŽADAVKY NA PROVEDENÍ DÍLA</w:t>
      </w:r>
      <w:bookmarkEnd w:id="16"/>
      <w:bookmarkEnd w:id="17"/>
    </w:p>
    <w:p w:rsidR="0069470F" w:rsidRDefault="0069470F" w:rsidP="0069470F">
      <w:pPr>
        <w:pStyle w:val="Nadpis2-2"/>
      </w:pPr>
      <w:bookmarkStart w:id="18" w:name="_Toc7077116"/>
      <w:bookmarkStart w:id="19" w:name="_Toc44056727"/>
      <w:r>
        <w:t>Všeobecně</w:t>
      </w:r>
      <w:bookmarkEnd w:id="18"/>
      <w:bookmarkEnd w:id="19"/>
    </w:p>
    <w:p w:rsidR="00421BD4" w:rsidRPr="00325852" w:rsidRDefault="008F71EF" w:rsidP="0069470F">
      <w:pPr>
        <w:pStyle w:val="Text2-1"/>
      </w:pPr>
      <w:r w:rsidRPr="00325852">
        <w:rPr>
          <w:rStyle w:val="Tun"/>
        </w:rPr>
        <w:t>Zhotovitel je povinen vést elektronický stavební deník</w:t>
      </w:r>
      <w:r w:rsidRPr="00325852">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„Buildary.online - elektronický stavební deník“ (</w:t>
      </w:r>
      <w:hyperlink r:id="rId12" w:history="1">
        <w:r w:rsidRPr="00325852">
          <w:rPr>
            <w:rStyle w:val="Hypertextovodkaz"/>
            <w:noProof w:val="0"/>
            <w:color w:val="auto"/>
          </w:rPr>
          <w:t>https://www.buildary.online/cs/moduly/elektronicky-stavebni-denik</w:t>
        </w:r>
      </w:hyperlink>
      <w:r w:rsidRPr="00325852">
        <w:t xml:space="preserve">). ESD se vede </w:t>
      </w:r>
      <w:r w:rsidRPr="00325852">
        <w:lastRenderedPageBreak/>
        <w:t>v českém jazyce. Dodavatel poskytne zdarma Zhotoviteli před Datem zahájení prací maximálně 15 licenčních jednotek pro aplikaci Buildary.online pro vedení ESD a to na celou dobu povinnosti vést stavební deník dle § 157 zákona č. 183/2006 Sb. stavební zákon, v platném znění. Ustanovení odstavců 3.1.2 a 3.1.3 VTP/R-F/</w:t>
      </w:r>
      <w:r w:rsidR="00221F48">
        <w:t>12</w:t>
      </w:r>
      <w:r w:rsidRPr="00325852">
        <w:t>/</w:t>
      </w:r>
      <w:r w:rsidR="00221F48">
        <w:t>20</w:t>
      </w:r>
      <w:r w:rsidRPr="00325852">
        <w:t xml:space="preserve"> se nepoužije, ustanovení bodu 3.3 VTP/R-F/</w:t>
      </w:r>
      <w:r w:rsidR="00221F48">
        <w:t>12</w:t>
      </w:r>
      <w:r w:rsidRPr="00325852">
        <w:t>/</w:t>
      </w:r>
      <w:r w:rsidR="00221F48">
        <w:t>20</w:t>
      </w:r>
      <w:r w:rsidRPr="00325852">
        <w:t xml:space="preserve"> se použije v přiměřené míře s ohledem na vedení ESD.</w:t>
      </w:r>
      <w:r w:rsidR="00421BD4" w:rsidRPr="00325852">
        <w:t xml:space="preserve"> </w:t>
      </w:r>
    </w:p>
    <w:p w:rsidR="00CF18A7" w:rsidRDefault="00CF18A7" w:rsidP="005E2D49">
      <w:pPr>
        <w:pStyle w:val="Text2-1"/>
        <w:numPr>
          <w:ilvl w:val="2"/>
          <w:numId w:val="9"/>
        </w:numPr>
      </w:pPr>
      <w:r>
        <w:t xml:space="preserve">Pro přesnou identifikaci podzemních sítí, metalických a optických kabelů, kanalizace, vody a plynu budou použity </w:t>
      </w:r>
      <w:r w:rsidRPr="00456231">
        <w:rPr>
          <w:rStyle w:val="Tun"/>
        </w:rPr>
        <w:t>RFID markery</w:t>
      </w:r>
      <w:r>
        <w:t>. Mohou se používat pouze markery, u kterých není nutné při ukládání dbát na jejich orientaci. V rámci jednotného značení v sítích SŽ je nutné zachovat standardní barevné značení, které doporučují výrobci.</w:t>
      </w:r>
    </w:p>
    <w:p w:rsidR="00CF18A7" w:rsidRPr="00456231" w:rsidRDefault="00CF18A7" w:rsidP="00CF18A7">
      <w:pPr>
        <w:pStyle w:val="Textbezslovn"/>
        <w:rPr>
          <w:rStyle w:val="Tun"/>
        </w:rPr>
      </w:pPr>
      <w:r w:rsidRPr="00456231">
        <w:rPr>
          <w:rStyle w:val="Tun"/>
        </w:rPr>
        <w:t>Minimální požadavky na použití markerů jsou následující:</w:t>
      </w:r>
    </w:p>
    <w:p w:rsidR="00CF18A7" w:rsidRDefault="00CF18A7" w:rsidP="00CF18A7">
      <w:pPr>
        <w:pStyle w:val="Odstavec1-1a"/>
        <w:numPr>
          <w:ilvl w:val="0"/>
          <w:numId w:val="6"/>
        </w:numPr>
      </w:pPr>
      <w:r w:rsidRPr="00456231">
        <w:rPr>
          <w:rStyle w:val="Tun"/>
        </w:rPr>
        <w:t>Silová zařízení a kabely</w:t>
      </w:r>
      <w:r>
        <w:t xml:space="preserve"> (včetně kabelů určených k napájení zabezpečovacích zařízení) – červený marker (169,8 kHz)</w:t>
      </w:r>
    </w:p>
    <w:p w:rsidR="00CF18A7" w:rsidRDefault="00CF18A7" w:rsidP="00CF18A7">
      <w:pPr>
        <w:pStyle w:val="Odrka1-2-"/>
        <w:numPr>
          <w:ilvl w:val="1"/>
          <w:numId w:val="4"/>
        </w:numPr>
      </w:pPr>
      <w:r>
        <w:t xml:space="preserve">trasy kabelů (v případě požadavku umístění po cca 50 m), přípojky, zakopané spojky, </w:t>
      </w:r>
      <w:r w:rsidRPr="008726E7">
        <w:t>křížení</w:t>
      </w:r>
      <w:r>
        <w:t xml:space="preserve"> kabelů, servisní smyčky, paty instalačních trubek, ohyby, změny hloubky, poklopy, rozvodové smyčky.</w:t>
      </w:r>
    </w:p>
    <w:p w:rsidR="00CF18A7" w:rsidRDefault="00CF18A7" w:rsidP="00CF18A7">
      <w:pPr>
        <w:pStyle w:val="Odstavec1-1a"/>
        <w:numPr>
          <w:ilvl w:val="0"/>
          <w:numId w:val="5"/>
        </w:numPr>
      </w:pPr>
      <w:r w:rsidRPr="00456231">
        <w:rPr>
          <w:rStyle w:val="Tun"/>
        </w:rPr>
        <w:t>Rozvody vody a jejich zařízení</w:t>
      </w:r>
      <w:r>
        <w:t xml:space="preserve"> - modrý marker (145,7 kHz)</w:t>
      </w:r>
    </w:p>
    <w:p w:rsidR="00CF18A7" w:rsidRDefault="00CF18A7" w:rsidP="00CF18A7">
      <w:pPr>
        <w:pStyle w:val="Odrka1-2-"/>
        <w:numPr>
          <w:ilvl w:val="1"/>
          <w:numId w:val="4"/>
        </w:numPr>
      </w:pPr>
      <w:r>
        <w:t>trasy potrubí, paty servisních sloupců, potrubí z PVC, všechny typy ventilů, křížení, rozdvojky, čistící výstupy, konce obalů.</w:t>
      </w:r>
    </w:p>
    <w:p w:rsidR="00CF18A7" w:rsidRDefault="00CF18A7" w:rsidP="00CF18A7">
      <w:pPr>
        <w:pStyle w:val="Odstavec1-1a"/>
        <w:keepNext/>
        <w:numPr>
          <w:ilvl w:val="0"/>
          <w:numId w:val="5"/>
        </w:numPr>
      </w:pPr>
      <w:r w:rsidRPr="00456231">
        <w:rPr>
          <w:rStyle w:val="Tun"/>
        </w:rPr>
        <w:t>Rozvody plynu a jejich zařízení</w:t>
      </w:r>
      <w:r>
        <w:t xml:space="preserve"> – žlutý marker (383,0 kHz)</w:t>
      </w:r>
    </w:p>
    <w:p w:rsidR="00CF18A7" w:rsidRDefault="00CF18A7" w:rsidP="00CF18A7">
      <w:pPr>
        <w:pStyle w:val="Odrka1-2-"/>
        <w:numPr>
          <w:ilvl w:val="1"/>
          <w:numId w:val="4"/>
        </w:numPr>
      </w:pPr>
      <w:r>
        <w:t xml:space="preserve">trasy potrubí, paty rozvodných sloupů, paty servisních sloupů, křížení, všechny typy ventilů, měřicí </w:t>
      </w:r>
      <w:r w:rsidRPr="008726E7">
        <w:t>skříně</w:t>
      </w:r>
      <w:r>
        <w:t xml:space="preserve">, ukončovací armatury, hloubkové změny, překladové armatury, stlačená místa, armatury na regulaci tlaku, </w:t>
      </w:r>
      <w:proofErr w:type="spellStart"/>
      <w:r>
        <w:t>elektrotavné</w:t>
      </w:r>
      <w:proofErr w:type="spellEnd"/>
      <w:r>
        <w:t xml:space="preserve"> spojky, všechny typy armatur a spojů.</w:t>
      </w:r>
    </w:p>
    <w:p w:rsidR="00CF18A7" w:rsidRDefault="00CF18A7" w:rsidP="00CF18A7">
      <w:pPr>
        <w:pStyle w:val="Odstavec1-1a"/>
        <w:numPr>
          <w:ilvl w:val="0"/>
          <w:numId w:val="5"/>
        </w:numPr>
      </w:pPr>
      <w:r w:rsidRPr="00456231">
        <w:rPr>
          <w:rStyle w:val="Tun"/>
        </w:rPr>
        <w:t>Sdělovací zařízení a kabely</w:t>
      </w:r>
      <w:r>
        <w:t xml:space="preserve"> – oranžový marker (101,4 kHz)</w:t>
      </w:r>
    </w:p>
    <w:p w:rsidR="00CF18A7" w:rsidRDefault="00CF18A7" w:rsidP="00CF18A7">
      <w:pPr>
        <w:pStyle w:val="Odrka1-2-"/>
        <w:numPr>
          <w:ilvl w:val="1"/>
          <w:numId w:val="4"/>
        </w:numPr>
      </w:pPr>
      <w:r>
        <w:t xml:space="preserve">trasy kabelů sdělovacích optických a HDPE (v případě požadavku umístění po cca 50 m a na lomové body), uložení kabelových metalických spojek, anomálie na </w:t>
      </w:r>
      <w:r w:rsidRPr="008726E7">
        <w:t>kabelové</w:t>
      </w:r>
      <w:r>
        <w:t xml:space="preserve">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rsidR="00CF18A7" w:rsidRDefault="00CF18A7" w:rsidP="00CF18A7">
      <w:pPr>
        <w:pStyle w:val="Odstavec1-1a"/>
        <w:numPr>
          <w:ilvl w:val="0"/>
          <w:numId w:val="5"/>
        </w:numPr>
      </w:pPr>
      <w:r w:rsidRPr="00456231">
        <w:rPr>
          <w:rStyle w:val="Tun"/>
        </w:rPr>
        <w:t>Zabezpečovací zařízení</w:t>
      </w:r>
      <w:r>
        <w:t xml:space="preserve"> – fialový marker (66,35 kHz)</w:t>
      </w:r>
    </w:p>
    <w:p w:rsidR="00CF18A7" w:rsidRDefault="00CF18A7" w:rsidP="00CF18A7">
      <w:pPr>
        <w:pStyle w:val="Odrka1-2-"/>
        <w:numPr>
          <w:ilvl w:val="1"/>
          <w:numId w:val="4"/>
        </w:numPr>
      </w:pPr>
      <w:r>
        <w:t>trasy kabelů zabezpečovacích, včetně kabelů optických a HDPE – doporučené umístění markeru po cca 50 m a na lomové body, uložení kabelových metalických spojek (markery v zapisovatelném provedení), anomálie na kabelové trase (</w:t>
      </w:r>
      <w:r w:rsidRPr="008726E7">
        <w:t>např</w:t>
      </w:r>
      <w:r>
        <w:t xml:space="preserve">. změny hloubky, odbočné body) – v případě požadavku správce </w:t>
      </w:r>
      <w:r w:rsidRPr="008726E7">
        <w:t>markery</w:t>
      </w:r>
      <w:r>
        <w:t xml:space="preserve"> v zapisovatelném provedení, kabelové rezervy metalických, optických a kombinovaných (hybridních) kabelů (markery v zapisovatelném provedení), uložení spojek optických a kombinovaných (hybridních) kabelů (markery v zapisovatelném provedení).</w:t>
      </w:r>
    </w:p>
    <w:p w:rsidR="00CF18A7" w:rsidRDefault="00CF18A7" w:rsidP="00CF18A7">
      <w:pPr>
        <w:pStyle w:val="Odstavec1-1a"/>
        <w:numPr>
          <w:ilvl w:val="0"/>
          <w:numId w:val="5"/>
        </w:numPr>
      </w:pPr>
      <w:r w:rsidRPr="00456231">
        <w:rPr>
          <w:rStyle w:val="Tun"/>
        </w:rPr>
        <w:t>Odpadní voda</w:t>
      </w:r>
      <w:r>
        <w:t xml:space="preserve"> – zelený marker (121,6 kHz)</w:t>
      </w:r>
    </w:p>
    <w:p w:rsidR="00CF18A7" w:rsidRDefault="00CF18A7" w:rsidP="00CF18A7">
      <w:pPr>
        <w:pStyle w:val="Odrka1-2-"/>
        <w:numPr>
          <w:ilvl w:val="1"/>
          <w:numId w:val="4"/>
        </w:numPr>
      </w:pPr>
      <w:r>
        <w:t>ventily, všechny typy armatur, čistící výstupy, paty servisních sloupců, vedlejší vedení, značení tras nekovových objektů.</w:t>
      </w:r>
    </w:p>
    <w:p w:rsidR="00CF18A7" w:rsidRDefault="00CF18A7" w:rsidP="00CF18A7">
      <w:pPr>
        <w:pStyle w:val="Textbezslovn"/>
      </w:pPr>
      <w:r>
        <w:t>Označníky je nutno k uloženým kabelům, potrubím a podzemním zařízením pevně upevňovat (např. plastovou vázací páskou).</w:t>
      </w:r>
    </w:p>
    <w:p w:rsidR="00CF18A7" w:rsidRDefault="00CF18A7" w:rsidP="00CF18A7">
      <w:pPr>
        <w:pStyle w:val="Textbezslovn"/>
      </w:pPr>
      <w:r>
        <w:t>U sdělovacích a zabezpečovacích kabelů OŘ se bude informace o markerech zadávat do pasportu do volitelné položky 2 pod označením „RFID“.</w:t>
      </w:r>
    </w:p>
    <w:p w:rsidR="00CF18A7" w:rsidRDefault="00CF18A7" w:rsidP="00CF18A7">
      <w:pPr>
        <w:pStyle w:val="Textbezslovn"/>
      </w:pPr>
      <w:r>
        <w:t>U složek, které nemají žádnou elektronickou databázi, se bude tato informace zadávat ve stejném znění do dokumentace.</w:t>
      </w:r>
    </w:p>
    <w:p w:rsidR="00CF18A7" w:rsidRDefault="00CF18A7" w:rsidP="00CF18A7">
      <w:pPr>
        <w:pStyle w:val="Textbezslovn"/>
      </w:pPr>
      <w:r>
        <w:t>Informace o použití markerů bude zaznamenaná do DSPS.</w:t>
      </w:r>
    </w:p>
    <w:p w:rsidR="00CF18A7" w:rsidRDefault="00CF18A7" w:rsidP="00CF18A7">
      <w:pPr>
        <w:pStyle w:val="Textbezslovn"/>
      </w:pPr>
      <w:r>
        <w:lastRenderedPageBreak/>
        <w:t xml:space="preserve">Do digitální dokumentace se budou zaznamenávat markery ve tvaru kolečka s velkým písmenem M uprostřed ve </w:t>
      </w:r>
      <w:proofErr w:type="gramStart"/>
      <w:r>
        <w:t>všech 6-ti</w:t>
      </w:r>
      <w:proofErr w:type="gramEnd"/>
      <w:r>
        <w:t xml:space="preserve"> vrstvách odpovídajících kategoriím podzemních vedení. Značka bude tvarově stejná pro všech 6 vrstev, rozlišení kategorie bude pouze barvou, která bude odpovídat barvě markeru.</w:t>
      </w:r>
    </w:p>
    <w:p w:rsidR="00F84A81" w:rsidRDefault="00F84A81" w:rsidP="005E2D49">
      <w:pPr>
        <w:pStyle w:val="Text2-1"/>
        <w:numPr>
          <w:ilvl w:val="2"/>
          <w:numId w:val="9"/>
        </w:numPr>
      </w:pPr>
      <w:r w:rsidRPr="000A6724">
        <w:t>Zhotovitel má povinnost vypracování povodňového a havarijního plánu</w:t>
      </w:r>
      <w:r>
        <w:t>.</w:t>
      </w:r>
    </w:p>
    <w:p w:rsidR="00541DCF" w:rsidRPr="00421C8C" w:rsidRDefault="00727174" w:rsidP="005E2D49">
      <w:pPr>
        <w:pStyle w:val="Text2-1"/>
        <w:numPr>
          <w:ilvl w:val="2"/>
          <w:numId w:val="9"/>
        </w:numPr>
      </w:pPr>
      <w:r w:rsidRPr="00421C8C">
        <w:t xml:space="preserve">Před zahájením prací </w:t>
      </w:r>
      <w:r w:rsidR="00541DCF" w:rsidRPr="00421C8C">
        <w:t>musí dojít k</w:t>
      </w:r>
      <w:r w:rsidRPr="00421C8C">
        <w:t xml:space="preserve"> protokolárn</w:t>
      </w:r>
      <w:r w:rsidR="00541DCF" w:rsidRPr="00421C8C">
        <w:t>ímu</w:t>
      </w:r>
      <w:r w:rsidRPr="00421C8C">
        <w:t xml:space="preserve"> předány </w:t>
      </w:r>
      <w:r w:rsidR="004278C3" w:rsidRPr="00421C8C">
        <w:t xml:space="preserve">části </w:t>
      </w:r>
      <w:r w:rsidRPr="00421C8C">
        <w:t>pozemk</w:t>
      </w:r>
      <w:r w:rsidR="004278C3" w:rsidRPr="00421C8C">
        <w:t>ů pronajímatel</w:t>
      </w:r>
      <w:r w:rsidR="00541DCF" w:rsidRPr="00421C8C">
        <w:t>i</w:t>
      </w:r>
      <w:r w:rsidR="004278C3" w:rsidRPr="00421C8C">
        <w:t xml:space="preserve"> nájemci</w:t>
      </w:r>
      <w:r w:rsidR="00541DCF" w:rsidRPr="00421C8C">
        <w:t xml:space="preserve"> (Správa a údržba silnic Pardubického kraje)</w:t>
      </w:r>
      <w:r w:rsidR="004278C3" w:rsidRPr="00421C8C">
        <w:t>,</w:t>
      </w:r>
      <w:r w:rsidR="00314D34" w:rsidRPr="00421C8C">
        <w:t xml:space="preserve"> </w:t>
      </w:r>
      <w:r w:rsidR="004278C3" w:rsidRPr="00421C8C">
        <w:t>na které byly uzavřeny</w:t>
      </w:r>
      <w:r w:rsidR="00541DCF" w:rsidRPr="00421C8C">
        <w:t xml:space="preserve"> následující smlouvy</w:t>
      </w:r>
      <w:r w:rsidR="004278C3" w:rsidRPr="00421C8C">
        <w:t xml:space="preserve"> o pronájmu</w:t>
      </w:r>
      <w:r w:rsidR="00541DCF" w:rsidRPr="00421C8C">
        <w:t>:</w:t>
      </w:r>
    </w:p>
    <w:p w:rsidR="00727174" w:rsidRPr="00421C8C" w:rsidRDefault="00541DCF" w:rsidP="00466264">
      <w:pPr>
        <w:pStyle w:val="Odrka1-1"/>
      </w:pPr>
      <w:r w:rsidRPr="00421C8C">
        <w:t>Smlouva o nájmu pozemků číslo SMLO – 177/1163/OST/20/2018 – Povodí Labe, státní podnik</w:t>
      </w:r>
    </w:p>
    <w:p w:rsidR="00541DCF" w:rsidRPr="00421C8C" w:rsidRDefault="00541DCF" w:rsidP="00466264">
      <w:pPr>
        <w:pStyle w:val="Odrka1-1"/>
      </w:pPr>
      <w:r w:rsidRPr="00421C8C">
        <w:t>Nájemní smlouva o nájmu pozemku číslo SMLO – 154/1163/OST/20/2018 – České Dráhy, a.s.</w:t>
      </w:r>
    </w:p>
    <w:p w:rsidR="00541DCF" w:rsidRPr="00421C8C" w:rsidRDefault="00541DCF" w:rsidP="00466264">
      <w:pPr>
        <w:pStyle w:val="Odrka1-1"/>
      </w:pPr>
      <w:r w:rsidRPr="00421C8C">
        <w:t xml:space="preserve">Smlouva o nájmu číslo SMLO – </w:t>
      </w:r>
      <w:r w:rsidR="00E81D88" w:rsidRPr="00421C8C">
        <w:t>88</w:t>
      </w:r>
      <w:r w:rsidRPr="00421C8C">
        <w:t xml:space="preserve">/1163/OST/20/2018 – </w:t>
      </w:r>
      <w:proofErr w:type="gramStart"/>
      <w:r w:rsidR="00E81D88" w:rsidRPr="00421C8C">
        <w:t>C.I.E.B.</w:t>
      </w:r>
      <w:proofErr w:type="gramEnd"/>
      <w:r w:rsidR="00E81D88" w:rsidRPr="00421C8C">
        <w:t xml:space="preserve"> </w:t>
      </w:r>
      <w:proofErr w:type="spellStart"/>
      <w:r w:rsidR="00E81D88" w:rsidRPr="00421C8C">
        <w:t>Kahovec</w:t>
      </w:r>
      <w:proofErr w:type="spellEnd"/>
      <w:r w:rsidR="00E81D88" w:rsidRPr="00421C8C">
        <w:t>, spol. s.r.o.</w:t>
      </w:r>
    </w:p>
    <w:p w:rsidR="00E81D88" w:rsidRPr="00421C8C" w:rsidRDefault="00E81D88" w:rsidP="00466264">
      <w:pPr>
        <w:pStyle w:val="Odrka1-1"/>
      </w:pPr>
      <w:r w:rsidRPr="00421C8C">
        <w:t>Smlouva č. 116/18 o nájmu pozemků číslo SMLO – 105/1163/OST/20/2018 – Správa železniční dopravní cesty, státní organizace</w:t>
      </w:r>
    </w:p>
    <w:p w:rsidR="004278C3" w:rsidRPr="00421C8C" w:rsidRDefault="004278C3" w:rsidP="001F0BDE">
      <w:pPr>
        <w:pStyle w:val="Text2-1"/>
      </w:pPr>
      <w:r w:rsidRPr="00421C8C">
        <w:t xml:space="preserve">Upozorňujeme, že před započetím prací bude </w:t>
      </w:r>
      <w:r w:rsidR="001F0BDE">
        <w:t>Z</w:t>
      </w:r>
      <w:r w:rsidRPr="00421C8C">
        <w:t xml:space="preserve">hotovitelem zažádán </w:t>
      </w:r>
      <w:r w:rsidR="0037462D" w:rsidRPr="00421C8C">
        <w:t>silniční správní úřad o Stanovení dopravního značení k přechodné úpravě provozu s grafickým návrhem přenosného dopravního značení. Před instalací nového nebo odstranění stávajícího trvalého dopravního značení silniční správní úřad o stanovení dopravního značení v e smyslu ust.</w:t>
      </w:r>
      <w:r w:rsidR="00221F48">
        <w:t xml:space="preserve"> </w:t>
      </w:r>
      <w:r w:rsidR="0037462D" w:rsidRPr="00421C8C">
        <w:t>§ 77 odst. 2 písm. b) z</w:t>
      </w:r>
      <w:r w:rsidR="00221F48">
        <w:t xml:space="preserve">ákona </w:t>
      </w:r>
      <w:r w:rsidR="0037462D" w:rsidRPr="00421C8C">
        <w:t>č. 361/2000 Sb.</w:t>
      </w:r>
      <w:r w:rsidR="001F0BDE" w:rsidRPr="001F0BDE">
        <w:t xml:space="preserve"> o silničním provozu</w:t>
      </w:r>
      <w:r w:rsidR="0037462D" w:rsidRPr="00421C8C">
        <w:t>. Vždy bude k písemné žádosti předložen grafický návrh změny místní úpravy.</w:t>
      </w:r>
    </w:p>
    <w:p w:rsidR="0037462D" w:rsidRPr="00421C8C" w:rsidRDefault="00541DCF" w:rsidP="00541DCF">
      <w:pPr>
        <w:pStyle w:val="Text2-1"/>
      </w:pPr>
      <w:r w:rsidRPr="00421C8C">
        <w:t>Součástí díla je Hlavní mostní prohlídka včetně zadání do evidence mostů stavebníka (Správa a údržba silnic Pardubického kraje) dle ČSN 73</w:t>
      </w:r>
      <w:r w:rsidR="001F0BDE">
        <w:t> </w:t>
      </w:r>
      <w:r w:rsidRPr="00421C8C">
        <w:t>6220, 73</w:t>
      </w:r>
      <w:r w:rsidR="001F0BDE">
        <w:t> </w:t>
      </w:r>
      <w:r w:rsidRPr="00421C8C">
        <w:t>6221 a 73</w:t>
      </w:r>
      <w:r w:rsidR="001F0BDE">
        <w:t> </w:t>
      </w:r>
      <w:r w:rsidRPr="00421C8C">
        <w:t xml:space="preserve">6222, projednání a odsouhlasení a soubor prohlídek nutných k zprovoznění konstrukce komplet dle projektové dokumentace a dle RDS dokumentace dle návrhu </w:t>
      </w:r>
      <w:r w:rsidR="006B3710">
        <w:t>Z</w:t>
      </w:r>
      <w:r w:rsidRPr="00421C8C">
        <w:t>hotovitele</w:t>
      </w:r>
      <w:r w:rsidR="001F0BDE">
        <w:t>.</w:t>
      </w:r>
    </w:p>
    <w:p w:rsidR="0069470F" w:rsidRDefault="0069470F" w:rsidP="0069470F">
      <w:pPr>
        <w:pStyle w:val="Nadpis2-2"/>
      </w:pPr>
      <w:bookmarkStart w:id="20" w:name="_Toc43454602"/>
      <w:bookmarkStart w:id="21" w:name="_Toc7077119"/>
      <w:bookmarkStart w:id="22" w:name="_Toc44056728"/>
      <w:bookmarkEnd w:id="20"/>
      <w:r>
        <w:t>Dokumentace zhotovitele pro stavbu</w:t>
      </w:r>
      <w:bookmarkEnd w:id="21"/>
      <w:bookmarkEnd w:id="22"/>
    </w:p>
    <w:p w:rsidR="0069470F" w:rsidRPr="003D65B1" w:rsidRDefault="00B17BBA" w:rsidP="0069470F">
      <w:pPr>
        <w:pStyle w:val="Text2-1"/>
      </w:pPr>
      <w:r w:rsidRPr="003D65B1">
        <w:t xml:space="preserve">Součástí předmětu díla je i vyhotovení Realizační dokumentace stavby (výrobní, montážní, dílenské, dokumentace dodavatele mostních objektů), která v případě potřeby rozpracovává podrobně zadávací dokumentaci (PDPS) dle přílohy č. 4 vyhlášky č. 146/2008 Sb. o rozsahu a obsahu projektové dokumentace dopravních staveb, v platném znění, příslušných TKP Staveb </w:t>
      </w:r>
      <w:r w:rsidR="003D65B1" w:rsidRPr="003D65B1">
        <w:t xml:space="preserve">pozemních komunikací, ČSN, Vzorových listů pozemních </w:t>
      </w:r>
      <w:r w:rsidR="00786A91" w:rsidRPr="003D65B1">
        <w:t>komunikací a technických</w:t>
      </w:r>
      <w:r w:rsidR="003D65B1" w:rsidRPr="003D65B1">
        <w:t xml:space="preserve"> podmínek</w:t>
      </w:r>
      <w:r w:rsidRPr="003D65B1">
        <w:t>, zejména pro:</w:t>
      </w:r>
    </w:p>
    <w:p w:rsidR="0069470F" w:rsidRPr="00A25682" w:rsidRDefault="005E2AAC" w:rsidP="00994777">
      <w:pPr>
        <w:pStyle w:val="Odstavec1-1a"/>
        <w:numPr>
          <w:ilvl w:val="0"/>
          <w:numId w:val="8"/>
        </w:numPr>
        <w:spacing w:after="120"/>
      </w:pPr>
      <w:r w:rsidRPr="00A25682">
        <w:t>Mostní objekty</w:t>
      </w:r>
      <w:r w:rsidR="0069470F" w:rsidRPr="00A25682">
        <w:t>.</w:t>
      </w:r>
    </w:p>
    <w:p w:rsidR="0069470F" w:rsidRDefault="0069470F" w:rsidP="0069470F">
      <w:pPr>
        <w:pStyle w:val="Text2-1"/>
      </w:pPr>
      <w:r>
        <w:t xml:space="preserve">Zhotovitel RDS </w:t>
      </w:r>
      <w:r w:rsidR="003D65B1">
        <w:t>zajistí</w:t>
      </w:r>
      <w:r>
        <w:t xml:space="preserve"> schválen</w:t>
      </w:r>
      <w:r w:rsidR="003D65B1">
        <w:t>í</w:t>
      </w:r>
      <w:r>
        <w:t xml:space="preserve"> výkresov</w:t>
      </w:r>
      <w:r w:rsidR="003D65B1">
        <w:t>é</w:t>
      </w:r>
      <w:r>
        <w:t xml:space="preserve"> doku</w:t>
      </w:r>
      <w:r w:rsidRPr="00727174">
        <w:t>mentac</w:t>
      </w:r>
      <w:r w:rsidR="003D65B1" w:rsidRPr="00727174">
        <w:t>e stavebníkem, jímž je Správa a</w:t>
      </w:r>
      <w:r w:rsidR="00734970">
        <w:t> </w:t>
      </w:r>
      <w:r w:rsidR="003D65B1" w:rsidRPr="00727174">
        <w:t>údržba silnic Pardubického kraje.</w:t>
      </w:r>
    </w:p>
    <w:p w:rsidR="0069470F" w:rsidRDefault="003D65B1" w:rsidP="003D65B1">
      <w:pPr>
        <w:pStyle w:val="Text2-1"/>
      </w:pPr>
      <w:r>
        <w:t>Zhotovitel RDS zajistí z</w:t>
      </w:r>
      <w:r w:rsidR="0069470F">
        <w:t>pracování technologických postupů (TP) provádění prací včetně kontrolního a zkušebního plánu</w:t>
      </w:r>
      <w:r>
        <w:t xml:space="preserve"> v jednotlivých etapách stavby</w:t>
      </w:r>
      <w:r w:rsidR="0069470F">
        <w:t xml:space="preserve"> jednotlivých SO a PS v</w:t>
      </w:r>
      <w:r w:rsidR="00734970">
        <w:t> </w:t>
      </w:r>
      <w:r w:rsidR="0069470F">
        <w:t>přiměřeném rozsahu nutném pro realizaci stavby</w:t>
      </w:r>
    </w:p>
    <w:p w:rsidR="0069470F" w:rsidRDefault="0069470F" w:rsidP="0069470F">
      <w:pPr>
        <w:pStyle w:val="Nadpis2-2"/>
      </w:pPr>
      <w:bookmarkStart w:id="23" w:name="_Toc7077120"/>
      <w:bookmarkStart w:id="24" w:name="_Toc44056729"/>
      <w:r>
        <w:t>Dokumentace skutečného provedení stavby</w:t>
      </w:r>
      <w:bookmarkEnd w:id="23"/>
      <w:bookmarkEnd w:id="24"/>
    </w:p>
    <w:p w:rsidR="0069470F" w:rsidRDefault="0069470F" w:rsidP="0069470F">
      <w:pPr>
        <w:pStyle w:val="Text2-1"/>
      </w:pPr>
      <w:r>
        <w:t xml:space="preserve">Zhotovitel předá </w:t>
      </w:r>
      <w:r w:rsidRPr="00727174">
        <w:t xml:space="preserve">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w:t>
      </w:r>
      <w:r w:rsidR="00727174" w:rsidRPr="00727174">
        <w:t>komunikace</w:t>
      </w:r>
      <w:r w:rsidRPr="00727174">
        <w:t>, ve kterých investiční akce proběhla a</w:t>
      </w:r>
      <w:r>
        <w:t xml:space="preserve"> budou předána na vhodném přenosném zařízení podle objemu dat (např. externí HD).</w:t>
      </w:r>
    </w:p>
    <w:p w:rsidR="0069470F" w:rsidRDefault="0069470F" w:rsidP="0069470F">
      <w:pPr>
        <w:pStyle w:val="Nadpis2-2"/>
      </w:pPr>
      <w:bookmarkStart w:id="25" w:name="_Toc7077129"/>
      <w:bookmarkStart w:id="26" w:name="_Toc44056730"/>
      <w:r>
        <w:t>Mosty, propustky a zdi</w:t>
      </w:r>
      <w:bookmarkEnd w:id="25"/>
      <w:bookmarkEnd w:id="26"/>
    </w:p>
    <w:p w:rsidR="0069470F" w:rsidRPr="00421C8C" w:rsidRDefault="00727174" w:rsidP="0069470F">
      <w:pPr>
        <w:pStyle w:val="Text2-1"/>
      </w:pPr>
      <w:r w:rsidRPr="00421C8C">
        <w:t>4 měsíce od nab</w:t>
      </w:r>
      <w:r w:rsidR="00734970">
        <w:t>y</w:t>
      </w:r>
      <w:r w:rsidRPr="00421C8C">
        <w:t xml:space="preserve">tí účinnosti smlouvy o </w:t>
      </w:r>
      <w:r w:rsidR="00413D0B" w:rsidRPr="00421C8C">
        <w:t>dílo (předpoklad</w:t>
      </w:r>
      <w:r w:rsidRPr="00421C8C">
        <w:t xml:space="preserve"> 15. 1. 2021)</w:t>
      </w:r>
      <w:r w:rsidR="00786A91" w:rsidRPr="00421C8C">
        <w:t xml:space="preserve"> bude zahájen provoz nákladní dopravy přes mostní provizorium.</w:t>
      </w:r>
    </w:p>
    <w:p w:rsidR="00786A91" w:rsidRDefault="008F53C7" w:rsidP="0069470F">
      <w:pPr>
        <w:pStyle w:val="Text2-1"/>
      </w:pPr>
      <w:r>
        <w:lastRenderedPageBreak/>
        <w:t>S</w:t>
      </w:r>
      <w:r w:rsidR="00786A91" w:rsidRPr="00786A91">
        <w:t xml:space="preserve"> ohledem na skutečnost že Mostní provizorium umožní průjezd pouze jednoho vozidla jednosměrně a nachází se v blízkosti železničního přejezdu, </w:t>
      </w:r>
      <w:r>
        <w:t>budou</w:t>
      </w:r>
      <w:r w:rsidR="00786A91" w:rsidRPr="00786A91">
        <w:t xml:space="preserve"> stávající most</w:t>
      </w:r>
      <w:r>
        <w:t>y</w:t>
      </w:r>
      <w:r w:rsidR="00786A91" w:rsidRPr="00786A91">
        <w:t>, ev. č. 3155-1 a 3155-2 přes Tichou Orlici v provozu pro osobní dopravu, a to z důvodu bezpečnosti silničního a drážního provozu. Mostní provizorium b</w:t>
      </w:r>
      <w:r>
        <w:t>ude</w:t>
      </w:r>
      <w:r w:rsidR="00786A91" w:rsidRPr="00786A91">
        <w:t xml:space="preserve"> užíváno po dobu realizace železniční stavby s názvem „Ústí </w:t>
      </w:r>
      <w:proofErr w:type="spellStart"/>
      <w:proofErr w:type="gramStart"/>
      <w:r w:rsidR="00786A91" w:rsidRPr="00786A91">
        <w:t>n.O</w:t>
      </w:r>
      <w:proofErr w:type="spellEnd"/>
      <w:r w:rsidR="00786A91" w:rsidRPr="00786A91">
        <w:t>.</w:t>
      </w:r>
      <w:proofErr w:type="gramEnd"/>
      <w:r w:rsidR="00786A91" w:rsidRPr="00786A91">
        <w:t xml:space="preserve"> – Brandýs </w:t>
      </w:r>
      <w:proofErr w:type="spellStart"/>
      <w:r w:rsidR="00786A91" w:rsidRPr="00786A91">
        <w:t>n.O</w:t>
      </w:r>
      <w:proofErr w:type="spellEnd"/>
      <w:r w:rsidR="00786A91" w:rsidRPr="00786A91">
        <w:t xml:space="preserve">. - původní stopa, BC“ výhradně pro </w:t>
      </w:r>
      <w:r>
        <w:t>nákladní</w:t>
      </w:r>
      <w:r w:rsidR="00786A91" w:rsidRPr="00786A91">
        <w:t xml:space="preserve"> dopravu.</w:t>
      </w:r>
    </w:p>
    <w:p w:rsidR="0069470F" w:rsidRDefault="0069470F" w:rsidP="0069470F">
      <w:pPr>
        <w:pStyle w:val="Nadpis2-1"/>
      </w:pPr>
      <w:bookmarkStart w:id="27" w:name="_Toc43454606"/>
      <w:bookmarkStart w:id="28" w:name="_Toc43454607"/>
      <w:bookmarkStart w:id="29" w:name="_Toc43454608"/>
      <w:bookmarkStart w:id="30" w:name="_Toc7077140"/>
      <w:bookmarkStart w:id="31" w:name="_Toc44056731"/>
      <w:bookmarkEnd w:id="27"/>
      <w:bookmarkEnd w:id="28"/>
      <w:bookmarkEnd w:id="29"/>
      <w:r w:rsidRPr="00EC2E51">
        <w:t>ORGANIZACE</w:t>
      </w:r>
      <w:r>
        <w:t xml:space="preserve"> VÝSTAVBY, VÝLUKY</w:t>
      </w:r>
      <w:bookmarkEnd w:id="30"/>
      <w:bookmarkEnd w:id="31"/>
    </w:p>
    <w:p w:rsidR="0069470F" w:rsidRPr="008658A3" w:rsidRDefault="0069470F" w:rsidP="0069470F">
      <w:pPr>
        <w:pStyle w:val="Text2-1"/>
      </w:pPr>
      <w:r w:rsidRPr="008658A3">
        <w:t>Rozhodující milníky doporučeného časového harmonogramu: Při zpracování harmonogramu je nutné vycházet z jednotlivých stavebních postupů uvedených v</w:t>
      </w:r>
      <w:r w:rsidR="008658A3" w:rsidRPr="008658A3">
        <w:t xml:space="preserve"> dokumentaci PDPS v části A – Průvodní zpráva odstavec 2.4. Etapizace výstavby. </w:t>
      </w:r>
    </w:p>
    <w:p w:rsidR="0069470F" w:rsidRPr="008658A3" w:rsidRDefault="0069470F" w:rsidP="0069470F">
      <w:pPr>
        <w:pStyle w:val="Text2-1"/>
      </w:pPr>
      <w:r w:rsidRPr="008658A3">
        <w:t xml:space="preserve">V harmonogramu postupu prací je nutno dle </w:t>
      </w:r>
      <w:r w:rsidR="00D95715">
        <w:t>Etapizace</w:t>
      </w:r>
      <w:r w:rsidR="008658A3" w:rsidRPr="008658A3">
        <w:t xml:space="preserve"> výstavby</w:t>
      </w:r>
      <w:r w:rsidRPr="008658A3">
        <w:t xml:space="preserve"> v Projektové dokumentaci respektovat zejména následující požadavky a termíny:</w:t>
      </w:r>
    </w:p>
    <w:p w:rsidR="0069470F" w:rsidRPr="008658A3" w:rsidRDefault="0069470F" w:rsidP="00A360CB">
      <w:pPr>
        <w:pStyle w:val="Odrka1-1"/>
        <w:numPr>
          <w:ilvl w:val="0"/>
          <w:numId w:val="4"/>
        </w:numPr>
        <w:spacing w:after="60"/>
      </w:pPr>
      <w:r w:rsidRPr="008658A3">
        <w:t>termín zahájení a ukončení stavby</w:t>
      </w:r>
    </w:p>
    <w:p w:rsidR="0069470F" w:rsidRPr="008658A3" w:rsidRDefault="0069470F" w:rsidP="00A360CB">
      <w:pPr>
        <w:pStyle w:val="Odrka1-1"/>
        <w:numPr>
          <w:ilvl w:val="0"/>
          <w:numId w:val="4"/>
        </w:numPr>
        <w:spacing w:after="60"/>
      </w:pPr>
      <w:r w:rsidRPr="008658A3">
        <w:t>uzavírky pozemních komunikací</w:t>
      </w:r>
    </w:p>
    <w:p w:rsidR="0069470F" w:rsidRPr="008658A3" w:rsidRDefault="0069470F" w:rsidP="00A360CB">
      <w:pPr>
        <w:pStyle w:val="Odrka1-1"/>
        <w:numPr>
          <w:ilvl w:val="0"/>
          <w:numId w:val="4"/>
        </w:numPr>
        <w:spacing w:after="60"/>
      </w:pPr>
      <w:r w:rsidRPr="008658A3">
        <w:t>přechodové stavy, provozní zkoušky (kontrolní a zkušební plán)</w:t>
      </w:r>
    </w:p>
    <w:p w:rsidR="0069470F" w:rsidRPr="008658A3" w:rsidRDefault="0069470F" w:rsidP="00A360CB">
      <w:pPr>
        <w:pStyle w:val="Odrka1-1"/>
        <w:numPr>
          <w:ilvl w:val="0"/>
          <w:numId w:val="4"/>
        </w:numPr>
        <w:spacing w:after="60"/>
      </w:pPr>
      <w:r w:rsidRPr="008658A3">
        <w:t>koordinace se souběžně probíhajícími stavbami</w:t>
      </w:r>
    </w:p>
    <w:p w:rsidR="0069470F" w:rsidRDefault="0069470F" w:rsidP="0069470F">
      <w:pPr>
        <w:pStyle w:val="Nadpis2-1"/>
      </w:pPr>
      <w:bookmarkStart w:id="32" w:name="_Toc7077141"/>
      <w:bookmarkStart w:id="33" w:name="_Toc44056732"/>
      <w:r w:rsidRPr="00EC2E51">
        <w:t>SOUVISEJÍCÍ</w:t>
      </w:r>
      <w:r>
        <w:t xml:space="preserve"> DOKUMENTY A PŘEDPISY</w:t>
      </w:r>
      <w:bookmarkEnd w:id="32"/>
      <w:bookmarkEnd w:id="33"/>
    </w:p>
    <w:p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C1550" w:rsidRDefault="005C1550" w:rsidP="005C1550">
      <w:pPr>
        <w:pStyle w:val="Text2-1"/>
      </w:pPr>
      <w:r w:rsidRPr="007D016E">
        <w:t>Objednatel umožňuje Zhotoviteli přístup ke</w:t>
      </w:r>
      <w:r>
        <w:t xml:space="preserve"> svým dokumentům a vnitřním předpisům na svých webových stránkách: </w:t>
      </w:r>
    </w:p>
    <w:p w:rsidR="005C1550" w:rsidRDefault="00F2792F" w:rsidP="005C1550">
      <w:pPr>
        <w:pStyle w:val="Textbezslovn"/>
      </w:pPr>
      <w:hyperlink r:id="rId13" w:history="1">
        <w:r w:rsidR="005C1550" w:rsidRPr="003846BE">
          <w:rPr>
            <w:rStyle w:val="Tun"/>
          </w:rPr>
          <w:t>www.szdc.cz</w:t>
        </w:r>
      </w:hyperlink>
      <w:r w:rsidR="005C1550" w:rsidRPr="003846BE">
        <w:rPr>
          <w:rStyle w:val="Tun"/>
        </w:rPr>
        <w:t xml:space="preserve"> v sekci „O nás / Vnitřní předpisy / odkaz Dokumenty a předpisy</w:t>
      </w:r>
      <w:r w:rsidR="005C1550">
        <w:rPr>
          <w:rStyle w:val="Tun"/>
        </w:rPr>
        <w:t>“</w:t>
      </w:r>
      <w:r w:rsidR="005C1550">
        <w:t xml:space="preserve"> (</w:t>
      </w:r>
      <w:r w:rsidR="005C1550" w:rsidRPr="003846BE">
        <w:t>https://www.szdc.cz/o-nas/vnitrni-predpisy-spravy-zeleznic/dokumenty-a-predpisy</w:t>
      </w:r>
      <w:r w:rsidR="005C1550">
        <w:t>)</w:t>
      </w:r>
    </w:p>
    <w:p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C1550" w:rsidRPr="00E85446" w:rsidRDefault="005C1550" w:rsidP="005C1550">
      <w:pPr>
        <w:pStyle w:val="Textbezslovn"/>
        <w:keepNext/>
        <w:spacing w:after="0"/>
        <w:rPr>
          <w:rStyle w:val="Tun"/>
        </w:rPr>
      </w:pPr>
      <w:r>
        <w:rPr>
          <w:rStyle w:val="Tun"/>
        </w:rPr>
        <w:t>Centrum telematiky a diagnostiky</w:t>
      </w:r>
      <w:r w:rsidRPr="00E85446">
        <w:rPr>
          <w:rStyle w:val="Tun"/>
        </w:rPr>
        <w:t xml:space="preserve"> </w:t>
      </w:r>
    </w:p>
    <w:p w:rsidR="005C1550" w:rsidRPr="007D7A4E" w:rsidRDefault="005C1550" w:rsidP="005C1550">
      <w:pPr>
        <w:pStyle w:val="Textbezslovn"/>
        <w:keepNext/>
        <w:spacing w:after="0"/>
        <w:rPr>
          <w:b/>
        </w:rPr>
      </w:pPr>
      <w:r w:rsidRPr="007D7A4E">
        <w:rPr>
          <w:b/>
        </w:rPr>
        <w:t>Oddělení dokumentace</w:t>
      </w:r>
      <w:r>
        <w:rPr>
          <w:b/>
        </w:rPr>
        <w:t xml:space="preserve"> a distribuce tiskových materiálů</w:t>
      </w:r>
    </w:p>
    <w:p w:rsidR="005C1550" w:rsidRPr="007D016E" w:rsidRDefault="005C1550" w:rsidP="005C1550">
      <w:pPr>
        <w:pStyle w:val="Textbezslovn"/>
        <w:keepNext/>
        <w:spacing w:after="0"/>
      </w:pPr>
      <w:r>
        <w:t>Jeremenkova 103/23</w:t>
      </w:r>
    </w:p>
    <w:p w:rsidR="005C1550" w:rsidRDefault="005C1550" w:rsidP="005C1550">
      <w:pPr>
        <w:pStyle w:val="Textbezslovn"/>
      </w:pPr>
      <w:r w:rsidRPr="007D016E">
        <w:t>77</w:t>
      </w:r>
      <w:r>
        <w:t>9 00</w:t>
      </w:r>
      <w:r w:rsidRPr="007D016E">
        <w:t xml:space="preserve"> </w:t>
      </w:r>
      <w:r w:rsidRPr="00BA22D4">
        <w:t>Olomouc</w:t>
      </w:r>
    </w:p>
    <w:p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typdok@tudc.cz</w:t>
      </w:r>
    </w:p>
    <w:p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826B7B" w:rsidRDefault="005C1550" w:rsidP="00421C8C">
      <w:pPr>
        <w:pStyle w:val="Textbezslovn"/>
      </w:pPr>
      <w:r>
        <w:t xml:space="preserve">Ceníky: </w:t>
      </w:r>
      <w:r w:rsidRPr="00E64846">
        <w:t>https://typdok.tudc.cz/</w:t>
      </w:r>
    </w:p>
    <w:sectPr w:rsidR="00826B7B" w:rsidSect="009B66D8">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D49" w:rsidRDefault="005E2D49" w:rsidP="00962258">
      <w:pPr>
        <w:spacing w:after="0" w:line="240" w:lineRule="auto"/>
      </w:pPr>
      <w:r>
        <w:separator/>
      </w:r>
    </w:p>
  </w:endnote>
  <w:endnote w:type="continuationSeparator" w:id="0">
    <w:p w:rsidR="005E2D49" w:rsidRDefault="005E2D4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25852" w:rsidRPr="003462EB" w:rsidTr="00633336">
      <w:tc>
        <w:tcPr>
          <w:tcW w:w="907" w:type="dxa"/>
          <w:tcMar>
            <w:left w:w="0" w:type="dxa"/>
            <w:right w:w="0" w:type="dxa"/>
          </w:tcMar>
          <w:vAlign w:val="bottom"/>
        </w:tcPr>
        <w:p w:rsidR="00325852" w:rsidRPr="00B8518B" w:rsidRDefault="00325852"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792F">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2792F">
            <w:rPr>
              <w:rStyle w:val="slostrnky"/>
              <w:noProof/>
            </w:rPr>
            <w:t>6</w:t>
          </w:r>
          <w:r w:rsidRPr="00B8518B">
            <w:rPr>
              <w:rStyle w:val="slostrnky"/>
            </w:rPr>
            <w:fldChar w:fldCharType="end"/>
          </w:r>
        </w:p>
      </w:tc>
      <w:tc>
        <w:tcPr>
          <w:tcW w:w="0" w:type="auto"/>
          <w:vAlign w:val="bottom"/>
        </w:tcPr>
        <w:p w:rsidR="00BA1E67" w:rsidRDefault="00BA1E67" w:rsidP="008664BF">
          <w:pPr>
            <w:pStyle w:val="Zpatvlevo"/>
          </w:pPr>
          <w:r w:rsidRPr="00BA1E67">
            <w:t>Ústí n.</w:t>
          </w:r>
          <w:r w:rsidR="00CC5A4E">
            <w:t xml:space="preserve"> </w:t>
          </w:r>
          <w:r w:rsidRPr="00BA1E67">
            <w:t xml:space="preserve">O. </w:t>
          </w:r>
          <w:r w:rsidR="00CC5A4E">
            <w:t>-</w:t>
          </w:r>
          <w:r w:rsidRPr="00BA1E67">
            <w:t xml:space="preserve"> Brandýs n.</w:t>
          </w:r>
          <w:r w:rsidR="00CC5A4E">
            <w:t xml:space="preserve"> </w:t>
          </w:r>
          <w:r w:rsidRPr="00BA1E67">
            <w:t xml:space="preserve">O. - původní stopa, BC - Rekonstrukce mostu </w:t>
          </w:r>
          <w:proofErr w:type="spellStart"/>
          <w:r w:rsidRPr="00BA1E67">
            <w:t>ev.č</w:t>
          </w:r>
          <w:proofErr w:type="spellEnd"/>
          <w:r w:rsidRPr="00BA1E67">
            <w:t>. 3155-2, Brandýs n.</w:t>
          </w:r>
          <w:r w:rsidR="00CC5A4E">
            <w:t xml:space="preserve"> </w:t>
          </w:r>
          <w:r w:rsidRPr="00BA1E67">
            <w:t xml:space="preserve">O. </w:t>
          </w:r>
          <w:r w:rsidR="00CC5A4E">
            <w:t>-</w:t>
          </w:r>
          <w:r w:rsidRPr="00BA1E67">
            <w:t xml:space="preserve"> včetně souvisejících objektů </w:t>
          </w:r>
        </w:p>
        <w:p w:rsidR="00325852" w:rsidRDefault="00325852" w:rsidP="008664BF">
          <w:pPr>
            <w:pStyle w:val="Zpatvlevo"/>
          </w:pPr>
          <w:r w:rsidRPr="003462EB">
            <w:t>Technická specifikace</w:t>
          </w:r>
        </w:p>
        <w:p w:rsidR="00325852" w:rsidRPr="003462EB" w:rsidRDefault="00325852" w:rsidP="008664BF">
          <w:pPr>
            <w:pStyle w:val="Zpatvlevo"/>
          </w:pPr>
          <w:r>
            <w:t>Zvláštní</w:t>
          </w:r>
          <w:r w:rsidRPr="003462EB">
            <w:t xml:space="preserve"> technické podmínky</w:t>
          </w:r>
          <w:r>
            <w:t xml:space="preserve"> - </w:t>
          </w:r>
          <w:r w:rsidRPr="003462EB">
            <w:t>Zhotovení stavby</w:t>
          </w:r>
        </w:p>
      </w:tc>
    </w:tr>
  </w:tbl>
  <w:p w:rsidR="00325852" w:rsidRPr="00614E71" w:rsidRDefault="00325852">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25852" w:rsidRPr="009E09BE" w:rsidTr="00633336">
      <w:tc>
        <w:tcPr>
          <w:tcW w:w="0" w:type="auto"/>
          <w:tcMar>
            <w:left w:w="0" w:type="dxa"/>
            <w:right w:w="0" w:type="dxa"/>
          </w:tcMar>
          <w:vAlign w:val="bottom"/>
        </w:tcPr>
        <w:p w:rsidR="00BA1E67" w:rsidRDefault="00BA1E67" w:rsidP="008664BF">
          <w:pPr>
            <w:pStyle w:val="Zpatvpravo"/>
          </w:pPr>
          <w:r w:rsidRPr="00BA1E67">
            <w:t>Ústí n.</w:t>
          </w:r>
          <w:r w:rsidR="00CC5A4E">
            <w:t xml:space="preserve"> O. -</w:t>
          </w:r>
          <w:r w:rsidRPr="00BA1E67">
            <w:t xml:space="preserve"> Brandýs n.</w:t>
          </w:r>
          <w:r w:rsidR="00CC5A4E">
            <w:t xml:space="preserve"> </w:t>
          </w:r>
          <w:r w:rsidRPr="00BA1E67">
            <w:t>O. - původní stopa, BC</w:t>
          </w:r>
          <w:r w:rsidR="00CC5A4E">
            <w:t xml:space="preserve"> - </w:t>
          </w:r>
          <w:r w:rsidRPr="00BA1E67">
            <w:t xml:space="preserve">Rekonstrukce mostu </w:t>
          </w:r>
          <w:proofErr w:type="spellStart"/>
          <w:r w:rsidRPr="00BA1E67">
            <w:t>ev.č</w:t>
          </w:r>
          <w:proofErr w:type="spellEnd"/>
          <w:r w:rsidRPr="00BA1E67">
            <w:t>. 3155-2, Brandýs n.</w:t>
          </w:r>
          <w:r w:rsidR="00CC5A4E">
            <w:t xml:space="preserve"> </w:t>
          </w:r>
          <w:r w:rsidRPr="00BA1E67">
            <w:t xml:space="preserve">O. – včetně souvisejících objektů </w:t>
          </w:r>
        </w:p>
        <w:p w:rsidR="00325852" w:rsidRDefault="00325852" w:rsidP="008664BF">
          <w:pPr>
            <w:pStyle w:val="Zpatvpravo"/>
          </w:pPr>
          <w:r w:rsidRPr="003462EB">
            <w:t>Technická specifikace</w:t>
          </w:r>
        </w:p>
        <w:p w:rsidR="00325852" w:rsidRPr="003462EB" w:rsidRDefault="00325852"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rsidR="00325852" w:rsidRPr="009E09BE" w:rsidRDefault="00325852"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2792F">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2792F">
            <w:rPr>
              <w:rStyle w:val="slostrnky"/>
              <w:noProof/>
            </w:rPr>
            <w:t>6</w:t>
          </w:r>
          <w:r w:rsidRPr="00B8518B">
            <w:rPr>
              <w:rStyle w:val="slostrnky"/>
            </w:rPr>
            <w:fldChar w:fldCharType="end"/>
          </w:r>
        </w:p>
      </w:tc>
    </w:tr>
  </w:tbl>
  <w:p w:rsidR="00325852" w:rsidRPr="00B8518B" w:rsidRDefault="00325852"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852" w:rsidRPr="00B8518B" w:rsidRDefault="00325852" w:rsidP="00460660">
    <w:pPr>
      <w:pStyle w:val="Zpat"/>
      <w:rPr>
        <w:sz w:val="2"/>
        <w:szCs w:val="2"/>
      </w:rPr>
    </w:pPr>
  </w:p>
  <w:p w:rsidR="00325852" w:rsidRDefault="00325852" w:rsidP="00B31E19">
    <w:pPr>
      <w:pStyle w:val="Zpatvlevo"/>
      <w:rPr>
        <w:rFonts w:cs="Calibri"/>
        <w:szCs w:val="12"/>
      </w:rPr>
    </w:pPr>
  </w:p>
  <w:p w:rsidR="00325852" w:rsidRDefault="00325852" w:rsidP="00B31E19">
    <w:pPr>
      <w:pStyle w:val="Zpatvlevo"/>
    </w:pPr>
  </w:p>
  <w:p w:rsidR="00325852" w:rsidRPr="00460660" w:rsidRDefault="00325852">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D49" w:rsidRDefault="005E2D49" w:rsidP="00962258">
      <w:pPr>
        <w:spacing w:after="0" w:line="240" w:lineRule="auto"/>
      </w:pPr>
      <w:r>
        <w:separator/>
      </w:r>
    </w:p>
  </w:footnote>
  <w:footnote w:type="continuationSeparator" w:id="0">
    <w:p w:rsidR="005E2D49" w:rsidRDefault="005E2D49"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25852" w:rsidTr="00B22106">
      <w:trPr>
        <w:trHeight w:hRule="exact" w:val="936"/>
      </w:trPr>
      <w:tc>
        <w:tcPr>
          <w:tcW w:w="1361" w:type="dxa"/>
          <w:tcMar>
            <w:left w:w="0" w:type="dxa"/>
            <w:right w:w="0" w:type="dxa"/>
          </w:tcMar>
        </w:tcPr>
        <w:p w:rsidR="00325852" w:rsidRPr="00B8518B" w:rsidRDefault="00325852" w:rsidP="00FC6389">
          <w:pPr>
            <w:pStyle w:val="Zpat"/>
            <w:rPr>
              <w:rStyle w:val="slostrnky"/>
            </w:rPr>
          </w:pPr>
        </w:p>
      </w:tc>
      <w:tc>
        <w:tcPr>
          <w:tcW w:w="3458" w:type="dxa"/>
          <w:shd w:val="clear" w:color="auto" w:fill="auto"/>
          <w:tcMar>
            <w:left w:w="0" w:type="dxa"/>
            <w:right w:w="0" w:type="dxa"/>
          </w:tcMar>
        </w:tcPr>
        <w:p w:rsidR="00325852" w:rsidRDefault="00325852" w:rsidP="00FC6389">
          <w:pPr>
            <w:pStyle w:val="Zpat"/>
          </w:pPr>
          <w:r>
            <w:rPr>
              <w:noProof/>
              <w:lang w:eastAsia="cs-CZ"/>
            </w:rPr>
            <w:drawing>
              <wp:anchor distT="0" distB="0" distL="114300" distR="114300" simplePos="0" relativeHeight="251674624" behindDoc="0" locked="1" layoutInCell="1" allowOverlap="1" wp14:anchorId="6AAF4572" wp14:editId="610805F2">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325852" w:rsidRPr="00D6163D" w:rsidRDefault="00325852" w:rsidP="00FC6389">
          <w:pPr>
            <w:pStyle w:val="Druhdokumentu"/>
          </w:pPr>
        </w:p>
      </w:tc>
    </w:tr>
    <w:tr w:rsidR="00325852" w:rsidTr="00B22106">
      <w:trPr>
        <w:trHeight w:hRule="exact" w:val="936"/>
      </w:trPr>
      <w:tc>
        <w:tcPr>
          <w:tcW w:w="1361" w:type="dxa"/>
          <w:tcMar>
            <w:left w:w="0" w:type="dxa"/>
            <w:right w:w="0" w:type="dxa"/>
          </w:tcMar>
        </w:tcPr>
        <w:p w:rsidR="00325852" w:rsidRPr="00B8518B" w:rsidRDefault="00325852" w:rsidP="00FC6389">
          <w:pPr>
            <w:pStyle w:val="Zpat"/>
            <w:rPr>
              <w:rStyle w:val="slostrnky"/>
            </w:rPr>
          </w:pPr>
        </w:p>
      </w:tc>
      <w:tc>
        <w:tcPr>
          <w:tcW w:w="3458" w:type="dxa"/>
          <w:shd w:val="clear" w:color="auto" w:fill="auto"/>
          <w:tcMar>
            <w:left w:w="0" w:type="dxa"/>
            <w:right w:w="0" w:type="dxa"/>
          </w:tcMar>
        </w:tcPr>
        <w:p w:rsidR="00325852" w:rsidRDefault="00325852" w:rsidP="00FC6389">
          <w:pPr>
            <w:pStyle w:val="Zpat"/>
          </w:pPr>
        </w:p>
      </w:tc>
      <w:tc>
        <w:tcPr>
          <w:tcW w:w="5756" w:type="dxa"/>
          <w:shd w:val="clear" w:color="auto" w:fill="auto"/>
          <w:tcMar>
            <w:left w:w="0" w:type="dxa"/>
            <w:right w:w="0" w:type="dxa"/>
          </w:tcMar>
        </w:tcPr>
        <w:p w:rsidR="00325852" w:rsidRPr="00D6163D" w:rsidRDefault="00325852" w:rsidP="00FC6389">
          <w:pPr>
            <w:pStyle w:val="Druhdokumentu"/>
          </w:pPr>
        </w:p>
      </w:tc>
    </w:tr>
  </w:tbl>
  <w:p w:rsidR="00325852" w:rsidRPr="00D6163D" w:rsidRDefault="00325852" w:rsidP="00FC6389">
    <w:pPr>
      <w:pStyle w:val="Zhlav"/>
      <w:rPr>
        <w:sz w:val="8"/>
        <w:szCs w:val="8"/>
      </w:rPr>
    </w:pPr>
  </w:p>
  <w:p w:rsidR="00325852" w:rsidRPr="00460660" w:rsidRDefault="00325852">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7"/>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6"/>
  </w:num>
  <w:num w:numId="11">
    <w:abstractNumId w:val="7"/>
  </w:num>
  <w:num w:numId="12">
    <w:abstractNumId w:val="8"/>
  </w:num>
  <w:num w:numId="13">
    <w:abstractNumId w:val="1"/>
  </w:num>
  <w:num w:numId="14">
    <w:abstractNumId w:val="3"/>
  </w:num>
  <w:num w:numId="1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777"/>
    <w:rsid w:val="00000833"/>
    <w:rsid w:val="00012EC4"/>
    <w:rsid w:val="00017F3C"/>
    <w:rsid w:val="00020B06"/>
    <w:rsid w:val="000245B8"/>
    <w:rsid w:val="00031C01"/>
    <w:rsid w:val="0003261F"/>
    <w:rsid w:val="00041253"/>
    <w:rsid w:val="00041EC8"/>
    <w:rsid w:val="00054FC6"/>
    <w:rsid w:val="0006465A"/>
    <w:rsid w:val="0006588D"/>
    <w:rsid w:val="00067A5E"/>
    <w:rsid w:val="000719BB"/>
    <w:rsid w:val="00072A65"/>
    <w:rsid w:val="00072C1E"/>
    <w:rsid w:val="00076B14"/>
    <w:rsid w:val="0008461A"/>
    <w:rsid w:val="0009357C"/>
    <w:rsid w:val="000A6E75"/>
    <w:rsid w:val="000B408F"/>
    <w:rsid w:val="000B4EB8"/>
    <w:rsid w:val="000C41F2"/>
    <w:rsid w:val="000D180C"/>
    <w:rsid w:val="000D22C4"/>
    <w:rsid w:val="000D27D1"/>
    <w:rsid w:val="000D2BFE"/>
    <w:rsid w:val="000D50E2"/>
    <w:rsid w:val="000D7BD4"/>
    <w:rsid w:val="000D7FE5"/>
    <w:rsid w:val="000E1A7F"/>
    <w:rsid w:val="000E437B"/>
    <w:rsid w:val="000F15F1"/>
    <w:rsid w:val="000F4B80"/>
    <w:rsid w:val="00112864"/>
    <w:rsid w:val="00114472"/>
    <w:rsid w:val="00114988"/>
    <w:rsid w:val="00114DE9"/>
    <w:rsid w:val="00115069"/>
    <w:rsid w:val="001150F2"/>
    <w:rsid w:val="00115C99"/>
    <w:rsid w:val="00136398"/>
    <w:rsid w:val="00146BCB"/>
    <w:rsid w:val="0015027B"/>
    <w:rsid w:val="001539E7"/>
    <w:rsid w:val="00153B6C"/>
    <w:rsid w:val="001656A2"/>
    <w:rsid w:val="00170EC5"/>
    <w:rsid w:val="001710C9"/>
    <w:rsid w:val="001747C1"/>
    <w:rsid w:val="00177D6B"/>
    <w:rsid w:val="001843C2"/>
    <w:rsid w:val="00191F90"/>
    <w:rsid w:val="001A3B3C"/>
    <w:rsid w:val="001B4180"/>
    <w:rsid w:val="001B4E74"/>
    <w:rsid w:val="001B7668"/>
    <w:rsid w:val="001C645F"/>
    <w:rsid w:val="001D0458"/>
    <w:rsid w:val="001E042E"/>
    <w:rsid w:val="001E678E"/>
    <w:rsid w:val="001F0BDE"/>
    <w:rsid w:val="001F43BB"/>
    <w:rsid w:val="002007BA"/>
    <w:rsid w:val="002038C9"/>
    <w:rsid w:val="002071BB"/>
    <w:rsid w:val="00207DF5"/>
    <w:rsid w:val="00221F48"/>
    <w:rsid w:val="00226748"/>
    <w:rsid w:val="00232000"/>
    <w:rsid w:val="00240B81"/>
    <w:rsid w:val="00247D01"/>
    <w:rsid w:val="0025030F"/>
    <w:rsid w:val="00254F16"/>
    <w:rsid w:val="00261100"/>
    <w:rsid w:val="00261A5B"/>
    <w:rsid w:val="00262E5B"/>
    <w:rsid w:val="00276AFE"/>
    <w:rsid w:val="00295FD7"/>
    <w:rsid w:val="002A355D"/>
    <w:rsid w:val="002A3B57"/>
    <w:rsid w:val="002B343C"/>
    <w:rsid w:val="002B67FA"/>
    <w:rsid w:val="002B6B58"/>
    <w:rsid w:val="002C31BF"/>
    <w:rsid w:val="002D0011"/>
    <w:rsid w:val="002D2102"/>
    <w:rsid w:val="002D37DD"/>
    <w:rsid w:val="002D7FD6"/>
    <w:rsid w:val="002E0CD7"/>
    <w:rsid w:val="002E0CFB"/>
    <w:rsid w:val="002E4485"/>
    <w:rsid w:val="002E5C7B"/>
    <w:rsid w:val="002F2AE7"/>
    <w:rsid w:val="002F4333"/>
    <w:rsid w:val="002F4ECC"/>
    <w:rsid w:val="0030303F"/>
    <w:rsid w:val="00304DAF"/>
    <w:rsid w:val="00307207"/>
    <w:rsid w:val="003130A4"/>
    <w:rsid w:val="0031424E"/>
    <w:rsid w:val="00314D34"/>
    <w:rsid w:val="003229ED"/>
    <w:rsid w:val="003254A3"/>
    <w:rsid w:val="00325852"/>
    <w:rsid w:val="00327EEF"/>
    <w:rsid w:val="0033159C"/>
    <w:rsid w:val="0033239F"/>
    <w:rsid w:val="00334918"/>
    <w:rsid w:val="003418A3"/>
    <w:rsid w:val="0034274B"/>
    <w:rsid w:val="003462EB"/>
    <w:rsid w:val="0034719F"/>
    <w:rsid w:val="00350A35"/>
    <w:rsid w:val="003571D8"/>
    <w:rsid w:val="00357BC6"/>
    <w:rsid w:val="00361422"/>
    <w:rsid w:val="0037462D"/>
    <w:rsid w:val="0037545D"/>
    <w:rsid w:val="00386FF1"/>
    <w:rsid w:val="00391539"/>
    <w:rsid w:val="00392EB6"/>
    <w:rsid w:val="003956C6"/>
    <w:rsid w:val="00395965"/>
    <w:rsid w:val="003A4EDD"/>
    <w:rsid w:val="003B111D"/>
    <w:rsid w:val="003B3764"/>
    <w:rsid w:val="003B4CD2"/>
    <w:rsid w:val="003C33F2"/>
    <w:rsid w:val="003C6679"/>
    <w:rsid w:val="003D65B1"/>
    <w:rsid w:val="003D71D4"/>
    <w:rsid w:val="003D756E"/>
    <w:rsid w:val="003E420D"/>
    <w:rsid w:val="003E4C13"/>
    <w:rsid w:val="003F61E9"/>
    <w:rsid w:val="00404FCA"/>
    <w:rsid w:val="004078F3"/>
    <w:rsid w:val="0041218E"/>
    <w:rsid w:val="00413D0B"/>
    <w:rsid w:val="00414095"/>
    <w:rsid w:val="00416293"/>
    <w:rsid w:val="00421BD4"/>
    <w:rsid w:val="00421C8C"/>
    <w:rsid w:val="00427794"/>
    <w:rsid w:val="004278C3"/>
    <w:rsid w:val="00443C6D"/>
    <w:rsid w:val="004449EE"/>
    <w:rsid w:val="00446585"/>
    <w:rsid w:val="00450F07"/>
    <w:rsid w:val="00453CD3"/>
    <w:rsid w:val="00453F92"/>
    <w:rsid w:val="00456231"/>
    <w:rsid w:val="00460660"/>
    <w:rsid w:val="00463BD5"/>
    <w:rsid w:val="00464BA9"/>
    <w:rsid w:val="00466264"/>
    <w:rsid w:val="00467F7D"/>
    <w:rsid w:val="00476F2F"/>
    <w:rsid w:val="0047736E"/>
    <w:rsid w:val="00483969"/>
    <w:rsid w:val="00486107"/>
    <w:rsid w:val="00491827"/>
    <w:rsid w:val="0049612C"/>
    <w:rsid w:val="004C4399"/>
    <w:rsid w:val="004C787C"/>
    <w:rsid w:val="004D7D8C"/>
    <w:rsid w:val="004E7A1F"/>
    <w:rsid w:val="004F4B9B"/>
    <w:rsid w:val="004F70CD"/>
    <w:rsid w:val="00500124"/>
    <w:rsid w:val="0050666E"/>
    <w:rsid w:val="00507D95"/>
    <w:rsid w:val="00511AB9"/>
    <w:rsid w:val="00523BB5"/>
    <w:rsid w:val="00523EA7"/>
    <w:rsid w:val="00531CB9"/>
    <w:rsid w:val="00535ABB"/>
    <w:rsid w:val="005403D3"/>
    <w:rsid w:val="005406EB"/>
    <w:rsid w:val="00541DCF"/>
    <w:rsid w:val="00545AD1"/>
    <w:rsid w:val="00553375"/>
    <w:rsid w:val="00555884"/>
    <w:rsid w:val="00572A42"/>
    <w:rsid w:val="005736B7"/>
    <w:rsid w:val="00575E5A"/>
    <w:rsid w:val="00577561"/>
    <w:rsid w:val="00580245"/>
    <w:rsid w:val="00583A0B"/>
    <w:rsid w:val="0058742A"/>
    <w:rsid w:val="00590BAF"/>
    <w:rsid w:val="005A1F44"/>
    <w:rsid w:val="005B2504"/>
    <w:rsid w:val="005C1550"/>
    <w:rsid w:val="005C4184"/>
    <w:rsid w:val="005D3C39"/>
    <w:rsid w:val="005D7706"/>
    <w:rsid w:val="005D7A71"/>
    <w:rsid w:val="005E2AAC"/>
    <w:rsid w:val="005E2D49"/>
    <w:rsid w:val="005E2E0C"/>
    <w:rsid w:val="005E52CF"/>
    <w:rsid w:val="00601A8C"/>
    <w:rsid w:val="0061068E"/>
    <w:rsid w:val="006115D3"/>
    <w:rsid w:val="00614E71"/>
    <w:rsid w:val="006208DF"/>
    <w:rsid w:val="00633336"/>
    <w:rsid w:val="006363DF"/>
    <w:rsid w:val="00655976"/>
    <w:rsid w:val="0065610E"/>
    <w:rsid w:val="00660AD3"/>
    <w:rsid w:val="0066648F"/>
    <w:rsid w:val="006757E4"/>
    <w:rsid w:val="006776B6"/>
    <w:rsid w:val="0069136C"/>
    <w:rsid w:val="00693150"/>
    <w:rsid w:val="0069470F"/>
    <w:rsid w:val="00695DC2"/>
    <w:rsid w:val="006A019B"/>
    <w:rsid w:val="006A2AB1"/>
    <w:rsid w:val="006A5570"/>
    <w:rsid w:val="006A689C"/>
    <w:rsid w:val="006B2318"/>
    <w:rsid w:val="006B3710"/>
    <w:rsid w:val="006B3D79"/>
    <w:rsid w:val="006B6FE4"/>
    <w:rsid w:val="006C16E1"/>
    <w:rsid w:val="006C2343"/>
    <w:rsid w:val="006C31D3"/>
    <w:rsid w:val="006C442A"/>
    <w:rsid w:val="006C5DEF"/>
    <w:rsid w:val="006E0578"/>
    <w:rsid w:val="006E314D"/>
    <w:rsid w:val="006F5C75"/>
    <w:rsid w:val="007074CC"/>
    <w:rsid w:val="00710723"/>
    <w:rsid w:val="007135BE"/>
    <w:rsid w:val="00715968"/>
    <w:rsid w:val="00720802"/>
    <w:rsid w:val="00722330"/>
    <w:rsid w:val="00723ED1"/>
    <w:rsid w:val="00727174"/>
    <w:rsid w:val="00733AD8"/>
    <w:rsid w:val="00734970"/>
    <w:rsid w:val="007349C2"/>
    <w:rsid w:val="00740AF5"/>
    <w:rsid w:val="00743525"/>
    <w:rsid w:val="007438FE"/>
    <w:rsid w:val="00745555"/>
    <w:rsid w:val="00745B7E"/>
    <w:rsid w:val="00745F94"/>
    <w:rsid w:val="007541A2"/>
    <w:rsid w:val="00755818"/>
    <w:rsid w:val="0076008E"/>
    <w:rsid w:val="0076286B"/>
    <w:rsid w:val="00766846"/>
    <w:rsid w:val="0076790E"/>
    <w:rsid w:val="00770601"/>
    <w:rsid w:val="00774B69"/>
    <w:rsid w:val="0077673A"/>
    <w:rsid w:val="00777853"/>
    <w:rsid w:val="007846E1"/>
    <w:rsid w:val="007847D6"/>
    <w:rsid w:val="00786A91"/>
    <w:rsid w:val="007A202B"/>
    <w:rsid w:val="007A5172"/>
    <w:rsid w:val="007A67A0"/>
    <w:rsid w:val="007A685D"/>
    <w:rsid w:val="007B570C"/>
    <w:rsid w:val="007D3FA6"/>
    <w:rsid w:val="007D5837"/>
    <w:rsid w:val="007D64DE"/>
    <w:rsid w:val="007E4A6E"/>
    <w:rsid w:val="007F56A7"/>
    <w:rsid w:val="008006E9"/>
    <w:rsid w:val="00800851"/>
    <w:rsid w:val="008011C5"/>
    <w:rsid w:val="0080171C"/>
    <w:rsid w:val="008028FD"/>
    <w:rsid w:val="0080306F"/>
    <w:rsid w:val="00803BF3"/>
    <w:rsid w:val="00807DD0"/>
    <w:rsid w:val="00810E5C"/>
    <w:rsid w:val="00816930"/>
    <w:rsid w:val="00821D01"/>
    <w:rsid w:val="00826B7B"/>
    <w:rsid w:val="0083197D"/>
    <w:rsid w:val="00834146"/>
    <w:rsid w:val="00846789"/>
    <w:rsid w:val="008633B5"/>
    <w:rsid w:val="008658A3"/>
    <w:rsid w:val="008664BF"/>
    <w:rsid w:val="00870E0A"/>
    <w:rsid w:val="00884DB3"/>
    <w:rsid w:val="00885DA0"/>
    <w:rsid w:val="00887F36"/>
    <w:rsid w:val="00890A4F"/>
    <w:rsid w:val="008A01EA"/>
    <w:rsid w:val="008A3568"/>
    <w:rsid w:val="008B1BDF"/>
    <w:rsid w:val="008C24A8"/>
    <w:rsid w:val="008C50F3"/>
    <w:rsid w:val="008C51A4"/>
    <w:rsid w:val="008C7EFE"/>
    <w:rsid w:val="008D03B9"/>
    <w:rsid w:val="008D30C7"/>
    <w:rsid w:val="008D504D"/>
    <w:rsid w:val="008F18D6"/>
    <w:rsid w:val="008F2C9B"/>
    <w:rsid w:val="008F53C7"/>
    <w:rsid w:val="008F71EF"/>
    <w:rsid w:val="008F797B"/>
    <w:rsid w:val="00902AE7"/>
    <w:rsid w:val="00904780"/>
    <w:rsid w:val="0090635B"/>
    <w:rsid w:val="00914F81"/>
    <w:rsid w:val="00922385"/>
    <w:rsid w:val="009223DF"/>
    <w:rsid w:val="009226C1"/>
    <w:rsid w:val="00923406"/>
    <w:rsid w:val="00936091"/>
    <w:rsid w:val="00940D8A"/>
    <w:rsid w:val="0094574A"/>
    <w:rsid w:val="00950944"/>
    <w:rsid w:val="0095198C"/>
    <w:rsid w:val="009525B9"/>
    <w:rsid w:val="00956447"/>
    <w:rsid w:val="009578B7"/>
    <w:rsid w:val="00957F1F"/>
    <w:rsid w:val="00962258"/>
    <w:rsid w:val="009678B7"/>
    <w:rsid w:val="00971170"/>
    <w:rsid w:val="0097239D"/>
    <w:rsid w:val="0097251A"/>
    <w:rsid w:val="00984483"/>
    <w:rsid w:val="00992D9C"/>
    <w:rsid w:val="00994777"/>
    <w:rsid w:val="00996CB8"/>
    <w:rsid w:val="009A404E"/>
    <w:rsid w:val="009A4188"/>
    <w:rsid w:val="009B2894"/>
    <w:rsid w:val="009B2E97"/>
    <w:rsid w:val="009B5146"/>
    <w:rsid w:val="009B66D8"/>
    <w:rsid w:val="009C418E"/>
    <w:rsid w:val="009C442C"/>
    <w:rsid w:val="009D2FC5"/>
    <w:rsid w:val="009E07F4"/>
    <w:rsid w:val="009E09BE"/>
    <w:rsid w:val="009F195E"/>
    <w:rsid w:val="009F25DD"/>
    <w:rsid w:val="009F309B"/>
    <w:rsid w:val="009F392E"/>
    <w:rsid w:val="009F53C5"/>
    <w:rsid w:val="00A04D7F"/>
    <w:rsid w:val="00A0740E"/>
    <w:rsid w:val="00A25682"/>
    <w:rsid w:val="00A360CB"/>
    <w:rsid w:val="00A4050F"/>
    <w:rsid w:val="00A50641"/>
    <w:rsid w:val="00A530BF"/>
    <w:rsid w:val="00A57F63"/>
    <w:rsid w:val="00A6177B"/>
    <w:rsid w:val="00A62E74"/>
    <w:rsid w:val="00A66136"/>
    <w:rsid w:val="00A71189"/>
    <w:rsid w:val="00A7364A"/>
    <w:rsid w:val="00A74DCC"/>
    <w:rsid w:val="00A753ED"/>
    <w:rsid w:val="00A77512"/>
    <w:rsid w:val="00A8227E"/>
    <w:rsid w:val="00A94C2F"/>
    <w:rsid w:val="00A95F01"/>
    <w:rsid w:val="00AA1F57"/>
    <w:rsid w:val="00AA4CBB"/>
    <w:rsid w:val="00AA65FA"/>
    <w:rsid w:val="00AA7351"/>
    <w:rsid w:val="00AB2439"/>
    <w:rsid w:val="00AC3E83"/>
    <w:rsid w:val="00AC59BD"/>
    <w:rsid w:val="00AD056F"/>
    <w:rsid w:val="00AD0C7B"/>
    <w:rsid w:val="00AD2050"/>
    <w:rsid w:val="00AD38D0"/>
    <w:rsid w:val="00AD5F1A"/>
    <w:rsid w:val="00AD6731"/>
    <w:rsid w:val="00AD6806"/>
    <w:rsid w:val="00AE252C"/>
    <w:rsid w:val="00AF173D"/>
    <w:rsid w:val="00AF2E9E"/>
    <w:rsid w:val="00AF5943"/>
    <w:rsid w:val="00B00213"/>
    <w:rsid w:val="00B008D5"/>
    <w:rsid w:val="00B00CFD"/>
    <w:rsid w:val="00B02F73"/>
    <w:rsid w:val="00B0619F"/>
    <w:rsid w:val="00B101FD"/>
    <w:rsid w:val="00B13A26"/>
    <w:rsid w:val="00B15CEB"/>
    <w:rsid w:val="00B15D0D"/>
    <w:rsid w:val="00B17BBA"/>
    <w:rsid w:val="00B22106"/>
    <w:rsid w:val="00B31D98"/>
    <w:rsid w:val="00B31E19"/>
    <w:rsid w:val="00B33BFE"/>
    <w:rsid w:val="00B36F5F"/>
    <w:rsid w:val="00B44B62"/>
    <w:rsid w:val="00B460B0"/>
    <w:rsid w:val="00B50AB2"/>
    <w:rsid w:val="00B5431A"/>
    <w:rsid w:val="00B54A61"/>
    <w:rsid w:val="00B5585A"/>
    <w:rsid w:val="00B56EB2"/>
    <w:rsid w:val="00B65379"/>
    <w:rsid w:val="00B75EE1"/>
    <w:rsid w:val="00B77481"/>
    <w:rsid w:val="00B8518B"/>
    <w:rsid w:val="00B97CC3"/>
    <w:rsid w:val="00BA1E67"/>
    <w:rsid w:val="00BC06C4"/>
    <w:rsid w:val="00BD7E91"/>
    <w:rsid w:val="00BD7F0D"/>
    <w:rsid w:val="00BE06DC"/>
    <w:rsid w:val="00BE61C9"/>
    <w:rsid w:val="00BF54FE"/>
    <w:rsid w:val="00C02D0A"/>
    <w:rsid w:val="00C03A6E"/>
    <w:rsid w:val="00C12DB5"/>
    <w:rsid w:val="00C13860"/>
    <w:rsid w:val="00C226C0"/>
    <w:rsid w:val="00C24A6A"/>
    <w:rsid w:val="00C30CA8"/>
    <w:rsid w:val="00C42B60"/>
    <w:rsid w:val="00C42FE6"/>
    <w:rsid w:val="00C44F6A"/>
    <w:rsid w:val="00C458EA"/>
    <w:rsid w:val="00C6198E"/>
    <w:rsid w:val="00C6523C"/>
    <w:rsid w:val="00C708EA"/>
    <w:rsid w:val="00C71821"/>
    <w:rsid w:val="00C71A1B"/>
    <w:rsid w:val="00C7560C"/>
    <w:rsid w:val="00C778A5"/>
    <w:rsid w:val="00C90EFB"/>
    <w:rsid w:val="00C95162"/>
    <w:rsid w:val="00C97259"/>
    <w:rsid w:val="00CB46BC"/>
    <w:rsid w:val="00CB6A37"/>
    <w:rsid w:val="00CB7684"/>
    <w:rsid w:val="00CC396D"/>
    <w:rsid w:val="00CC5A4E"/>
    <w:rsid w:val="00CC780C"/>
    <w:rsid w:val="00CC7C8F"/>
    <w:rsid w:val="00CD1D0B"/>
    <w:rsid w:val="00CD1E30"/>
    <w:rsid w:val="00CD1FC4"/>
    <w:rsid w:val="00CF18A7"/>
    <w:rsid w:val="00D034A0"/>
    <w:rsid w:val="00D0732C"/>
    <w:rsid w:val="00D14DC3"/>
    <w:rsid w:val="00D21061"/>
    <w:rsid w:val="00D261C5"/>
    <w:rsid w:val="00D26C97"/>
    <w:rsid w:val="00D322B7"/>
    <w:rsid w:val="00D4108E"/>
    <w:rsid w:val="00D43777"/>
    <w:rsid w:val="00D521D0"/>
    <w:rsid w:val="00D5384C"/>
    <w:rsid w:val="00D6163D"/>
    <w:rsid w:val="00D65C00"/>
    <w:rsid w:val="00D831A3"/>
    <w:rsid w:val="00D85204"/>
    <w:rsid w:val="00D879CB"/>
    <w:rsid w:val="00D90C8B"/>
    <w:rsid w:val="00D95715"/>
    <w:rsid w:val="00D97BE3"/>
    <w:rsid w:val="00DA27EA"/>
    <w:rsid w:val="00DA365D"/>
    <w:rsid w:val="00DA3711"/>
    <w:rsid w:val="00DB6450"/>
    <w:rsid w:val="00DD46F3"/>
    <w:rsid w:val="00DE2BC2"/>
    <w:rsid w:val="00DE51A5"/>
    <w:rsid w:val="00DE56F2"/>
    <w:rsid w:val="00DF116D"/>
    <w:rsid w:val="00DF4DDD"/>
    <w:rsid w:val="00E014A7"/>
    <w:rsid w:val="00E01EC2"/>
    <w:rsid w:val="00E04A7B"/>
    <w:rsid w:val="00E0778F"/>
    <w:rsid w:val="00E140B7"/>
    <w:rsid w:val="00E1626B"/>
    <w:rsid w:val="00E16FF7"/>
    <w:rsid w:val="00E1732F"/>
    <w:rsid w:val="00E26D68"/>
    <w:rsid w:val="00E2760D"/>
    <w:rsid w:val="00E42925"/>
    <w:rsid w:val="00E44045"/>
    <w:rsid w:val="00E618C4"/>
    <w:rsid w:val="00E7218A"/>
    <w:rsid w:val="00E81D88"/>
    <w:rsid w:val="00E84C3A"/>
    <w:rsid w:val="00E84CAE"/>
    <w:rsid w:val="00E878EE"/>
    <w:rsid w:val="00E93AE7"/>
    <w:rsid w:val="00E93CC4"/>
    <w:rsid w:val="00EA6EC7"/>
    <w:rsid w:val="00EB104F"/>
    <w:rsid w:val="00EB46E5"/>
    <w:rsid w:val="00EC4062"/>
    <w:rsid w:val="00EC64A4"/>
    <w:rsid w:val="00ED0703"/>
    <w:rsid w:val="00ED14BD"/>
    <w:rsid w:val="00ED2399"/>
    <w:rsid w:val="00ED38D7"/>
    <w:rsid w:val="00EE2241"/>
    <w:rsid w:val="00EF1373"/>
    <w:rsid w:val="00F016C7"/>
    <w:rsid w:val="00F0640E"/>
    <w:rsid w:val="00F12DEC"/>
    <w:rsid w:val="00F1715C"/>
    <w:rsid w:val="00F23844"/>
    <w:rsid w:val="00F2792F"/>
    <w:rsid w:val="00F310F8"/>
    <w:rsid w:val="00F35939"/>
    <w:rsid w:val="00F45607"/>
    <w:rsid w:val="00F4722B"/>
    <w:rsid w:val="00F54432"/>
    <w:rsid w:val="00F61BBC"/>
    <w:rsid w:val="00F659EB"/>
    <w:rsid w:val="00F66312"/>
    <w:rsid w:val="00F705D1"/>
    <w:rsid w:val="00F70AFD"/>
    <w:rsid w:val="00F74550"/>
    <w:rsid w:val="00F83AE6"/>
    <w:rsid w:val="00F84891"/>
    <w:rsid w:val="00F84A81"/>
    <w:rsid w:val="00F86BA6"/>
    <w:rsid w:val="00F8788B"/>
    <w:rsid w:val="00FA777A"/>
    <w:rsid w:val="00FB5DE8"/>
    <w:rsid w:val="00FB6342"/>
    <w:rsid w:val="00FC6389"/>
    <w:rsid w:val="00FD2352"/>
    <w:rsid w:val="00FD5C07"/>
    <w:rsid w:val="00FE4161"/>
    <w:rsid w:val="00FE5F22"/>
    <w:rsid w:val="00FE6AEC"/>
    <w:rsid w:val="00FF30DA"/>
    <w:rsid w:val="00FF4D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77561"/>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7756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7756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7756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7756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7756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7756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7756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7756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7756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577561"/>
    <w:pPr>
      <w:tabs>
        <w:tab w:val="center" w:pos="4536"/>
        <w:tab w:val="right" w:pos="9072"/>
      </w:tabs>
      <w:spacing w:after="0" w:line="240" w:lineRule="auto"/>
    </w:pPr>
  </w:style>
  <w:style w:type="character" w:customStyle="1" w:styleId="ZpatChar">
    <w:name w:val="Zápatí Char"/>
    <w:basedOn w:val="Standardnpsmoodstavce"/>
    <w:link w:val="Zpat"/>
    <w:uiPriority w:val="99"/>
    <w:rsid w:val="00577561"/>
    <w:rPr>
      <w:rFonts w:ascii="Verdana" w:hAnsi="Verdana"/>
      <w:sz w:val="20"/>
      <w:szCs w:val="20"/>
    </w:rPr>
  </w:style>
  <w:style w:type="character" w:customStyle="1" w:styleId="Nadpis1Char">
    <w:name w:val="Nadpis 1 Char"/>
    <w:basedOn w:val="Standardnpsmoodstavce"/>
    <w:link w:val="Nadpis1"/>
    <w:uiPriority w:val="9"/>
    <w:rsid w:val="0057756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7756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7756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7756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7756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57756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7756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7756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7756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577561"/>
    <w:pPr>
      <w:spacing w:after="0" w:line="240" w:lineRule="auto"/>
    </w:pPr>
    <w:rPr>
      <w:rFonts w:ascii="Verdana" w:hAnsi="Verdana"/>
      <w:sz w:val="20"/>
      <w:szCs w:val="20"/>
    </w:rPr>
  </w:style>
  <w:style w:type="paragraph" w:styleId="Citt">
    <w:name w:val="Quote"/>
    <w:basedOn w:val="Normln"/>
    <w:next w:val="Normln"/>
    <w:link w:val="CittChar"/>
    <w:uiPriority w:val="29"/>
    <w:qFormat/>
    <w:rsid w:val="00577561"/>
    <w:rPr>
      <w:i/>
      <w:iCs/>
      <w:color w:val="000000" w:themeColor="text1"/>
    </w:rPr>
  </w:style>
  <w:style w:type="character" w:customStyle="1" w:styleId="CittChar">
    <w:name w:val="Citát Char"/>
    <w:basedOn w:val="Standardnpsmoodstavce"/>
    <w:link w:val="Citt"/>
    <w:uiPriority w:val="29"/>
    <w:rsid w:val="0057756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57756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7756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77561"/>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577561"/>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57756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57756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7756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7756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7756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7756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57756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577561"/>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77561"/>
    <w:pPr>
      <w:numPr>
        <w:ilvl w:val="1"/>
      </w:numPr>
      <w:spacing w:before="200"/>
      <w:outlineLvl w:val="1"/>
    </w:pPr>
    <w:rPr>
      <w:caps w:val="0"/>
      <w:sz w:val="20"/>
    </w:rPr>
  </w:style>
  <w:style w:type="character" w:customStyle="1" w:styleId="Nadpis2-1Char">
    <w:name w:val="_Nadpis_2-1 Char"/>
    <w:basedOn w:val="Standardnpsmoodstavce"/>
    <w:link w:val="Nadpis2-1"/>
    <w:rsid w:val="00577561"/>
    <w:rPr>
      <w:rFonts w:ascii="Verdana" w:hAnsi="Verdana"/>
      <w:b/>
      <w:caps/>
      <w:sz w:val="22"/>
    </w:rPr>
  </w:style>
  <w:style w:type="paragraph" w:customStyle="1" w:styleId="Text2-1">
    <w:name w:val="_Text_2-1"/>
    <w:basedOn w:val="Odstavecseseznamem"/>
    <w:link w:val="Text2-1Char"/>
    <w:qFormat/>
    <w:rsid w:val="00577561"/>
    <w:pPr>
      <w:numPr>
        <w:ilvl w:val="2"/>
        <w:numId w:val="14"/>
      </w:numPr>
      <w:spacing w:after="120" w:line="264" w:lineRule="auto"/>
      <w:contextualSpacing w:val="0"/>
      <w:jc w:val="both"/>
    </w:pPr>
    <w:rPr>
      <w:sz w:val="18"/>
      <w:szCs w:val="18"/>
    </w:rPr>
  </w:style>
  <w:style w:type="character" w:customStyle="1" w:styleId="Nadpis2-2Char">
    <w:name w:val="_Nadpis_2-2 Char"/>
    <w:basedOn w:val="Nadpis2-1Char"/>
    <w:link w:val="Nadpis2-2"/>
    <w:rsid w:val="00577561"/>
    <w:rPr>
      <w:rFonts w:ascii="Verdana" w:hAnsi="Verdana"/>
      <w:b/>
      <w:caps w:val="0"/>
      <w:sz w:val="20"/>
    </w:rPr>
  </w:style>
  <w:style w:type="paragraph" w:customStyle="1" w:styleId="Titul1">
    <w:name w:val="_Titul_1"/>
    <w:basedOn w:val="Normln"/>
    <w:qFormat/>
    <w:rsid w:val="00577561"/>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577561"/>
    <w:rPr>
      <w:rFonts w:ascii="Verdana" w:hAnsi="Verdana"/>
    </w:rPr>
  </w:style>
  <w:style w:type="paragraph" w:customStyle="1" w:styleId="Titul2">
    <w:name w:val="_Titul_2"/>
    <w:basedOn w:val="Normln"/>
    <w:qFormat/>
    <w:rsid w:val="00577561"/>
    <w:pPr>
      <w:tabs>
        <w:tab w:val="left" w:pos="6796"/>
      </w:tabs>
      <w:spacing w:after="240" w:line="264" w:lineRule="auto"/>
    </w:pPr>
    <w:rPr>
      <w:b/>
      <w:sz w:val="36"/>
      <w:szCs w:val="32"/>
    </w:rPr>
  </w:style>
  <w:style w:type="paragraph" w:customStyle="1" w:styleId="Tituldatum">
    <w:name w:val="_Titul_datum"/>
    <w:basedOn w:val="Normln"/>
    <w:link w:val="TituldatumChar"/>
    <w:qFormat/>
    <w:rsid w:val="00577561"/>
    <w:pPr>
      <w:spacing w:after="240" w:line="264" w:lineRule="auto"/>
    </w:pPr>
    <w:rPr>
      <w:sz w:val="24"/>
      <w:szCs w:val="24"/>
    </w:rPr>
  </w:style>
  <w:style w:type="character" w:customStyle="1" w:styleId="TituldatumChar">
    <w:name w:val="_Titul_datum Char"/>
    <w:basedOn w:val="Standardnpsmoodstavce"/>
    <w:link w:val="Tituldatum"/>
    <w:rsid w:val="0057756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57756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77561"/>
    <w:pPr>
      <w:numPr>
        <w:ilvl w:val="2"/>
      </w:numPr>
    </w:pPr>
  </w:style>
  <w:style w:type="paragraph" w:customStyle="1" w:styleId="Text1-1">
    <w:name w:val="_Text_1-1"/>
    <w:basedOn w:val="Normln"/>
    <w:link w:val="Text1-1Char"/>
    <w:rsid w:val="00577561"/>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577561"/>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577561"/>
    <w:pPr>
      <w:numPr>
        <w:numId w:val="10"/>
      </w:numPr>
      <w:spacing w:after="80" w:line="264" w:lineRule="auto"/>
      <w:jc w:val="both"/>
    </w:pPr>
    <w:rPr>
      <w:sz w:val="18"/>
      <w:szCs w:val="18"/>
    </w:rPr>
  </w:style>
  <w:style w:type="character" w:customStyle="1" w:styleId="Text1-1Char">
    <w:name w:val="_Text_1-1 Char"/>
    <w:basedOn w:val="Standardnpsmoodstavce"/>
    <w:link w:val="Text1-1"/>
    <w:rsid w:val="00577561"/>
    <w:rPr>
      <w:rFonts w:ascii="Verdana" w:hAnsi="Verdana"/>
    </w:rPr>
  </w:style>
  <w:style w:type="character" w:customStyle="1" w:styleId="Nadpis1-1Char">
    <w:name w:val="_Nadpis_1-1 Char"/>
    <w:basedOn w:val="Standardnpsmoodstavce"/>
    <w:link w:val="Nadpis1-1"/>
    <w:rsid w:val="00577561"/>
    <w:rPr>
      <w:rFonts w:ascii="Verdana" w:hAnsi="Verdana"/>
      <w:b/>
      <w:caps/>
      <w:sz w:val="22"/>
    </w:rPr>
  </w:style>
  <w:style w:type="character" w:customStyle="1" w:styleId="Text1-2Char">
    <w:name w:val="_Text_1-2 Char"/>
    <w:basedOn w:val="Text1-1Char"/>
    <w:link w:val="Text1-2"/>
    <w:rsid w:val="00577561"/>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577561"/>
    <w:rPr>
      <w:rFonts w:ascii="Verdana" w:hAnsi="Verdana"/>
    </w:rPr>
  </w:style>
  <w:style w:type="paragraph" w:customStyle="1" w:styleId="Odrka1-2-">
    <w:name w:val="_Odrážka_1-2_-"/>
    <w:basedOn w:val="Odrka1-1"/>
    <w:qFormat/>
    <w:rsid w:val="00577561"/>
    <w:pPr>
      <w:numPr>
        <w:ilvl w:val="1"/>
      </w:numPr>
    </w:pPr>
  </w:style>
  <w:style w:type="paragraph" w:customStyle="1" w:styleId="Odrka1-3">
    <w:name w:val="_Odrážka_1-3_·"/>
    <w:basedOn w:val="Odrka1-2-"/>
    <w:qFormat/>
    <w:rsid w:val="00577561"/>
    <w:pPr>
      <w:numPr>
        <w:ilvl w:val="2"/>
      </w:numPr>
    </w:pPr>
  </w:style>
  <w:style w:type="paragraph" w:customStyle="1" w:styleId="Odstavec1-1a">
    <w:name w:val="_Odstavec_1-1_a)"/>
    <w:basedOn w:val="Normln"/>
    <w:link w:val="Odstavec1-1aChar"/>
    <w:qFormat/>
    <w:rsid w:val="00577561"/>
    <w:pPr>
      <w:numPr>
        <w:numId w:val="11"/>
      </w:numPr>
      <w:spacing w:after="80" w:line="264" w:lineRule="auto"/>
      <w:jc w:val="both"/>
    </w:pPr>
    <w:rPr>
      <w:sz w:val="18"/>
      <w:szCs w:val="18"/>
    </w:rPr>
  </w:style>
  <w:style w:type="paragraph" w:customStyle="1" w:styleId="Odstavec1-2i">
    <w:name w:val="_Odstavec_1-2_(i)"/>
    <w:basedOn w:val="Odstavec1-1a"/>
    <w:qFormat/>
    <w:rsid w:val="00577561"/>
    <w:pPr>
      <w:numPr>
        <w:ilvl w:val="1"/>
      </w:numPr>
    </w:pPr>
  </w:style>
  <w:style w:type="paragraph" w:customStyle="1" w:styleId="Odstavec1-31">
    <w:name w:val="_Odstavec_1-3_1)"/>
    <w:basedOn w:val="Odstavec1-2i"/>
    <w:qFormat/>
    <w:rsid w:val="00577561"/>
    <w:pPr>
      <w:numPr>
        <w:ilvl w:val="2"/>
      </w:numPr>
    </w:pPr>
  </w:style>
  <w:style w:type="paragraph" w:customStyle="1" w:styleId="Textbezslovn">
    <w:name w:val="_Text_bez_číslování"/>
    <w:basedOn w:val="Normln"/>
    <w:link w:val="TextbezslovnChar"/>
    <w:qFormat/>
    <w:rsid w:val="00577561"/>
    <w:pPr>
      <w:spacing w:after="120" w:line="264" w:lineRule="auto"/>
      <w:ind w:left="737"/>
      <w:jc w:val="both"/>
    </w:pPr>
    <w:rPr>
      <w:sz w:val="18"/>
      <w:szCs w:val="18"/>
    </w:rPr>
  </w:style>
  <w:style w:type="paragraph" w:customStyle="1" w:styleId="Zpatvlevo">
    <w:name w:val="_Zápatí_vlevo"/>
    <w:basedOn w:val="Zpatvpravo"/>
    <w:qFormat/>
    <w:rsid w:val="00577561"/>
    <w:pPr>
      <w:jc w:val="left"/>
    </w:pPr>
  </w:style>
  <w:style w:type="character" w:customStyle="1" w:styleId="Tun">
    <w:name w:val="_Tučně"/>
    <w:basedOn w:val="Standardnpsmoodstavce"/>
    <w:qFormat/>
    <w:rsid w:val="0057756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77561"/>
    <w:pPr>
      <w:numPr>
        <w:ilvl w:val="3"/>
      </w:numPr>
    </w:pPr>
  </w:style>
  <w:style w:type="character" w:customStyle="1" w:styleId="Text2-2Char">
    <w:name w:val="_Text_2-2 Char"/>
    <w:basedOn w:val="Text2-1Char"/>
    <w:link w:val="Text2-2"/>
    <w:rsid w:val="00577561"/>
    <w:rPr>
      <w:rFonts w:ascii="Verdana" w:hAnsi="Verdana"/>
    </w:rPr>
  </w:style>
  <w:style w:type="paragraph" w:customStyle="1" w:styleId="Zkratky1">
    <w:name w:val="_Zkratky_1"/>
    <w:basedOn w:val="Normln"/>
    <w:qFormat/>
    <w:rsid w:val="00577561"/>
    <w:pPr>
      <w:tabs>
        <w:tab w:val="right" w:leader="dot" w:pos="1134"/>
      </w:tabs>
      <w:spacing w:after="0" w:line="240" w:lineRule="auto"/>
    </w:pPr>
    <w:rPr>
      <w:b/>
      <w:sz w:val="16"/>
      <w:szCs w:val="18"/>
    </w:rPr>
  </w:style>
  <w:style w:type="paragraph" w:customStyle="1" w:styleId="Seznam1">
    <w:name w:val="_Seznam_[1]"/>
    <w:basedOn w:val="Normln"/>
    <w:qFormat/>
    <w:rsid w:val="00577561"/>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577561"/>
    <w:pPr>
      <w:spacing w:after="0" w:line="240" w:lineRule="auto"/>
    </w:pPr>
    <w:rPr>
      <w:sz w:val="16"/>
      <w:szCs w:val="16"/>
    </w:rPr>
  </w:style>
  <w:style w:type="character" w:customStyle="1" w:styleId="Tun-ZRUIT">
    <w:name w:val="_Tučně-ZRUŠIT"/>
    <w:basedOn w:val="Standardnpsmoodstavce"/>
    <w:qFormat/>
    <w:rsid w:val="00577561"/>
    <w:rPr>
      <w:b w:val="0"/>
      <w:i w:val="0"/>
    </w:rPr>
  </w:style>
  <w:style w:type="paragraph" w:customStyle="1" w:styleId="Nadpisbezsl1-1">
    <w:name w:val="_Nadpis_bez_čísl_1-1"/>
    <w:next w:val="Nadpisbezsl1-2"/>
    <w:qFormat/>
    <w:rsid w:val="00577561"/>
    <w:pPr>
      <w:keepNext/>
      <w:spacing w:before="280" w:after="120"/>
    </w:pPr>
    <w:rPr>
      <w:rFonts w:ascii="Verdana" w:hAnsi="Verdana"/>
      <w:b/>
      <w:caps/>
      <w:sz w:val="22"/>
    </w:rPr>
  </w:style>
  <w:style w:type="paragraph" w:customStyle="1" w:styleId="Nadpisbezsl1-2">
    <w:name w:val="_Nadpis_bez_čísl_1-2"/>
    <w:next w:val="Text2-1"/>
    <w:qFormat/>
    <w:rsid w:val="0057756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577561"/>
    <w:pPr>
      <w:spacing w:after="120" w:line="264" w:lineRule="auto"/>
      <w:jc w:val="both"/>
    </w:pPr>
    <w:rPr>
      <w:sz w:val="18"/>
      <w:szCs w:val="18"/>
    </w:rPr>
  </w:style>
  <w:style w:type="character" w:customStyle="1" w:styleId="TextbezodsazenChar">
    <w:name w:val="_Text_bez_odsazení Char"/>
    <w:basedOn w:val="Standardnpsmoodstavce"/>
    <w:link w:val="Textbezodsazen"/>
    <w:rsid w:val="00577561"/>
    <w:rPr>
      <w:rFonts w:ascii="Verdana" w:hAnsi="Verdana"/>
    </w:rPr>
  </w:style>
  <w:style w:type="paragraph" w:customStyle="1" w:styleId="ZTPinfo-text">
    <w:name w:val="_ZTP_info-text"/>
    <w:basedOn w:val="Textbezslovn"/>
    <w:link w:val="ZTPinfo-textChar"/>
    <w:qFormat/>
    <w:rsid w:val="00577561"/>
    <w:pPr>
      <w:ind w:left="0"/>
    </w:pPr>
    <w:rPr>
      <w:i/>
      <w:color w:val="00A1E0"/>
    </w:rPr>
  </w:style>
  <w:style w:type="character" w:customStyle="1" w:styleId="ZTPinfo-textChar">
    <w:name w:val="_ZTP_info-text Char"/>
    <w:basedOn w:val="Standardnpsmoodstavce"/>
    <w:link w:val="ZTPinfo-text"/>
    <w:rsid w:val="00577561"/>
    <w:rPr>
      <w:rFonts w:ascii="Verdana" w:hAnsi="Verdana"/>
      <w:i/>
      <w:color w:val="00A1E0"/>
    </w:rPr>
  </w:style>
  <w:style w:type="paragraph" w:customStyle="1" w:styleId="ZTPinfo-text-odr">
    <w:name w:val="_ZTP_info-text-odr"/>
    <w:basedOn w:val="ZTPinfo-text"/>
    <w:link w:val="ZTPinfo-text-odrChar"/>
    <w:qFormat/>
    <w:rsid w:val="00577561"/>
    <w:pPr>
      <w:numPr>
        <w:numId w:val="15"/>
      </w:numPr>
    </w:pPr>
  </w:style>
  <w:style w:type="character" w:customStyle="1" w:styleId="ZTPinfo-text-odrChar">
    <w:name w:val="_ZTP_info-text-odr Char"/>
    <w:basedOn w:val="ZTPinfo-textChar"/>
    <w:link w:val="ZTPinfo-text-odr"/>
    <w:rsid w:val="00577561"/>
    <w:rPr>
      <w:rFonts w:ascii="Verdana" w:hAnsi="Verdana"/>
      <w:i/>
      <w:color w:val="00A1E0"/>
    </w:rPr>
  </w:style>
  <w:style w:type="paragraph" w:customStyle="1" w:styleId="Odrka1-4">
    <w:name w:val="_Odrážka_1-4_•"/>
    <w:basedOn w:val="Odrka1-1"/>
    <w:qFormat/>
    <w:rsid w:val="00577561"/>
    <w:pPr>
      <w:numPr>
        <w:ilvl w:val="3"/>
      </w:numPr>
    </w:pPr>
  </w:style>
  <w:style w:type="character" w:customStyle="1" w:styleId="Odstavec1-1aChar">
    <w:name w:val="_Odstavec_1-1_a) Char"/>
    <w:basedOn w:val="Standardnpsmoodstavce"/>
    <w:link w:val="Odstavec1-1a"/>
    <w:rsid w:val="00577561"/>
    <w:rPr>
      <w:rFonts w:ascii="Verdana" w:hAnsi="Verdana"/>
    </w:rPr>
  </w:style>
  <w:style w:type="paragraph" w:customStyle="1" w:styleId="Odstavec1-41">
    <w:name w:val="_Odstavec_1-4_1."/>
    <w:basedOn w:val="Odstavec1-1a"/>
    <w:link w:val="Odstavec1-41Char"/>
    <w:qFormat/>
    <w:rsid w:val="00577561"/>
    <w:pPr>
      <w:numPr>
        <w:ilvl w:val="3"/>
      </w:numPr>
    </w:pPr>
  </w:style>
  <w:style w:type="character" w:customStyle="1" w:styleId="Odstavec1-41Char">
    <w:name w:val="_Odstavec_1-4_1. Char"/>
    <w:basedOn w:val="Odstavec1-1aChar"/>
    <w:link w:val="Odstavec1-41"/>
    <w:rsid w:val="00577561"/>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577561"/>
    <w:rPr>
      <w:rFonts w:ascii="Verdana" w:hAnsi="Verdana"/>
      <w:b/>
      <w:sz w:val="36"/>
    </w:rPr>
  </w:style>
  <w:style w:type="paragraph" w:customStyle="1" w:styleId="Zpatvpravo">
    <w:name w:val="_Zápatí_vpravo"/>
    <w:qFormat/>
    <w:rsid w:val="00577561"/>
    <w:pPr>
      <w:spacing w:after="0" w:line="240" w:lineRule="auto"/>
      <w:jc w:val="right"/>
    </w:pPr>
    <w:rPr>
      <w:rFonts w:ascii="Verdana" w:hAnsi="Verdana"/>
      <w:sz w:val="12"/>
    </w:rPr>
  </w:style>
  <w:style w:type="character" w:customStyle="1" w:styleId="Nzevakce">
    <w:name w:val="_Název_akce"/>
    <w:basedOn w:val="Standardnpsmoodstavce"/>
    <w:qFormat/>
    <w:rsid w:val="00577561"/>
    <w:rPr>
      <w:rFonts w:ascii="Verdana" w:hAnsi="Verdana"/>
      <w:b/>
      <w:sz w:val="36"/>
    </w:rPr>
  </w:style>
  <w:style w:type="character" w:customStyle="1" w:styleId="TextbezslovnChar">
    <w:name w:val="_Text_bez_číslování Char"/>
    <w:basedOn w:val="Standardnpsmoodstavce"/>
    <w:link w:val="Textbezslovn"/>
    <w:rsid w:val="00577561"/>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577561"/>
    <w:pPr>
      <w:numPr>
        <w:ilvl w:val="1"/>
      </w:numPr>
      <w:spacing w:after="80"/>
      <w:contextualSpacing/>
    </w:pPr>
  </w:style>
  <w:style w:type="character" w:customStyle="1" w:styleId="ZTPinfo-text-odrChar0">
    <w:name w:val="_ZTP_info-text-odr_• Char"/>
    <w:basedOn w:val="ZTPinfo-text-odrChar"/>
    <w:link w:val="ZTPinfo-text-odr0"/>
    <w:rsid w:val="00577561"/>
    <w:rPr>
      <w:rFonts w:ascii="Verdana" w:hAnsi="Verdana"/>
      <w:i/>
      <w:color w:val="00A1E0"/>
    </w:rPr>
  </w:style>
  <w:style w:type="paragraph" w:customStyle="1" w:styleId="Tabulka-9">
    <w:name w:val="_Tabulka-9"/>
    <w:basedOn w:val="Textbezodsazen"/>
    <w:qFormat/>
    <w:rsid w:val="00577561"/>
    <w:pPr>
      <w:spacing w:before="40" w:after="40" w:line="240" w:lineRule="auto"/>
      <w:jc w:val="left"/>
    </w:pPr>
  </w:style>
  <w:style w:type="paragraph" w:customStyle="1" w:styleId="Tabulka-8">
    <w:name w:val="_Tabulka-8"/>
    <w:basedOn w:val="Tabulka-9"/>
    <w:qFormat/>
    <w:rsid w:val="00577561"/>
    <w:rPr>
      <w:sz w:val="16"/>
    </w:rPr>
  </w:style>
  <w:style w:type="paragraph" w:styleId="Prosttext">
    <w:name w:val="Plain Text"/>
    <w:basedOn w:val="Normln"/>
    <w:link w:val="ProsttextChar"/>
    <w:uiPriority w:val="99"/>
    <w:semiHidden/>
    <w:unhideWhenUsed/>
    <w:rsid w:val="00884DB3"/>
    <w:pPr>
      <w:spacing w:after="0"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884DB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77561"/>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7756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7756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7756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7756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7756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7756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7756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7756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7756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577561"/>
    <w:pPr>
      <w:tabs>
        <w:tab w:val="center" w:pos="4536"/>
        <w:tab w:val="right" w:pos="9072"/>
      </w:tabs>
      <w:spacing w:after="0" w:line="240" w:lineRule="auto"/>
    </w:pPr>
  </w:style>
  <w:style w:type="character" w:customStyle="1" w:styleId="ZpatChar">
    <w:name w:val="Zápatí Char"/>
    <w:basedOn w:val="Standardnpsmoodstavce"/>
    <w:link w:val="Zpat"/>
    <w:uiPriority w:val="99"/>
    <w:rsid w:val="00577561"/>
    <w:rPr>
      <w:rFonts w:ascii="Verdana" w:hAnsi="Verdana"/>
      <w:sz w:val="20"/>
      <w:szCs w:val="20"/>
    </w:rPr>
  </w:style>
  <w:style w:type="character" w:customStyle="1" w:styleId="Nadpis1Char">
    <w:name w:val="Nadpis 1 Char"/>
    <w:basedOn w:val="Standardnpsmoodstavce"/>
    <w:link w:val="Nadpis1"/>
    <w:uiPriority w:val="9"/>
    <w:rsid w:val="0057756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7756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7756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7756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7756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57756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7756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7756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7756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577561"/>
    <w:pPr>
      <w:spacing w:after="0" w:line="240" w:lineRule="auto"/>
    </w:pPr>
    <w:rPr>
      <w:rFonts w:ascii="Verdana" w:hAnsi="Verdana"/>
      <w:sz w:val="20"/>
      <w:szCs w:val="20"/>
    </w:rPr>
  </w:style>
  <w:style w:type="paragraph" w:styleId="Citt">
    <w:name w:val="Quote"/>
    <w:basedOn w:val="Normln"/>
    <w:next w:val="Normln"/>
    <w:link w:val="CittChar"/>
    <w:uiPriority w:val="29"/>
    <w:qFormat/>
    <w:rsid w:val="00577561"/>
    <w:rPr>
      <w:i/>
      <w:iCs/>
      <w:color w:val="000000" w:themeColor="text1"/>
    </w:rPr>
  </w:style>
  <w:style w:type="character" w:customStyle="1" w:styleId="CittChar">
    <w:name w:val="Citát Char"/>
    <w:basedOn w:val="Standardnpsmoodstavce"/>
    <w:link w:val="Citt"/>
    <w:uiPriority w:val="29"/>
    <w:rsid w:val="0057756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57756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7756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77561"/>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577561"/>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57756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57756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7756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7756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7756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7756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57756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577561"/>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77561"/>
    <w:pPr>
      <w:numPr>
        <w:ilvl w:val="1"/>
      </w:numPr>
      <w:spacing w:before="200"/>
      <w:outlineLvl w:val="1"/>
    </w:pPr>
    <w:rPr>
      <w:caps w:val="0"/>
      <w:sz w:val="20"/>
    </w:rPr>
  </w:style>
  <w:style w:type="character" w:customStyle="1" w:styleId="Nadpis2-1Char">
    <w:name w:val="_Nadpis_2-1 Char"/>
    <w:basedOn w:val="Standardnpsmoodstavce"/>
    <w:link w:val="Nadpis2-1"/>
    <w:rsid w:val="00577561"/>
    <w:rPr>
      <w:rFonts w:ascii="Verdana" w:hAnsi="Verdana"/>
      <w:b/>
      <w:caps/>
      <w:sz w:val="22"/>
    </w:rPr>
  </w:style>
  <w:style w:type="paragraph" w:customStyle="1" w:styleId="Text2-1">
    <w:name w:val="_Text_2-1"/>
    <w:basedOn w:val="Odstavecseseznamem"/>
    <w:link w:val="Text2-1Char"/>
    <w:qFormat/>
    <w:rsid w:val="00577561"/>
    <w:pPr>
      <w:numPr>
        <w:ilvl w:val="2"/>
        <w:numId w:val="14"/>
      </w:numPr>
      <w:spacing w:after="120" w:line="264" w:lineRule="auto"/>
      <w:contextualSpacing w:val="0"/>
      <w:jc w:val="both"/>
    </w:pPr>
    <w:rPr>
      <w:sz w:val="18"/>
      <w:szCs w:val="18"/>
    </w:rPr>
  </w:style>
  <w:style w:type="character" w:customStyle="1" w:styleId="Nadpis2-2Char">
    <w:name w:val="_Nadpis_2-2 Char"/>
    <w:basedOn w:val="Nadpis2-1Char"/>
    <w:link w:val="Nadpis2-2"/>
    <w:rsid w:val="00577561"/>
    <w:rPr>
      <w:rFonts w:ascii="Verdana" w:hAnsi="Verdana"/>
      <w:b/>
      <w:caps w:val="0"/>
      <w:sz w:val="20"/>
    </w:rPr>
  </w:style>
  <w:style w:type="paragraph" w:customStyle="1" w:styleId="Titul1">
    <w:name w:val="_Titul_1"/>
    <w:basedOn w:val="Normln"/>
    <w:qFormat/>
    <w:rsid w:val="00577561"/>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577561"/>
    <w:rPr>
      <w:rFonts w:ascii="Verdana" w:hAnsi="Verdana"/>
    </w:rPr>
  </w:style>
  <w:style w:type="paragraph" w:customStyle="1" w:styleId="Titul2">
    <w:name w:val="_Titul_2"/>
    <w:basedOn w:val="Normln"/>
    <w:qFormat/>
    <w:rsid w:val="00577561"/>
    <w:pPr>
      <w:tabs>
        <w:tab w:val="left" w:pos="6796"/>
      </w:tabs>
      <w:spacing w:after="240" w:line="264" w:lineRule="auto"/>
    </w:pPr>
    <w:rPr>
      <w:b/>
      <w:sz w:val="36"/>
      <w:szCs w:val="32"/>
    </w:rPr>
  </w:style>
  <w:style w:type="paragraph" w:customStyle="1" w:styleId="Tituldatum">
    <w:name w:val="_Titul_datum"/>
    <w:basedOn w:val="Normln"/>
    <w:link w:val="TituldatumChar"/>
    <w:qFormat/>
    <w:rsid w:val="00577561"/>
    <w:pPr>
      <w:spacing w:after="240" w:line="264" w:lineRule="auto"/>
    </w:pPr>
    <w:rPr>
      <w:sz w:val="24"/>
      <w:szCs w:val="24"/>
    </w:rPr>
  </w:style>
  <w:style w:type="character" w:customStyle="1" w:styleId="TituldatumChar">
    <w:name w:val="_Titul_datum Char"/>
    <w:basedOn w:val="Standardnpsmoodstavce"/>
    <w:link w:val="Tituldatum"/>
    <w:rsid w:val="0057756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57756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77561"/>
    <w:pPr>
      <w:numPr>
        <w:ilvl w:val="2"/>
      </w:numPr>
    </w:pPr>
  </w:style>
  <w:style w:type="paragraph" w:customStyle="1" w:styleId="Text1-1">
    <w:name w:val="_Text_1-1"/>
    <w:basedOn w:val="Normln"/>
    <w:link w:val="Text1-1Char"/>
    <w:rsid w:val="00577561"/>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577561"/>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577561"/>
    <w:pPr>
      <w:numPr>
        <w:numId w:val="10"/>
      </w:numPr>
      <w:spacing w:after="80" w:line="264" w:lineRule="auto"/>
      <w:jc w:val="both"/>
    </w:pPr>
    <w:rPr>
      <w:sz w:val="18"/>
      <w:szCs w:val="18"/>
    </w:rPr>
  </w:style>
  <w:style w:type="character" w:customStyle="1" w:styleId="Text1-1Char">
    <w:name w:val="_Text_1-1 Char"/>
    <w:basedOn w:val="Standardnpsmoodstavce"/>
    <w:link w:val="Text1-1"/>
    <w:rsid w:val="00577561"/>
    <w:rPr>
      <w:rFonts w:ascii="Verdana" w:hAnsi="Verdana"/>
    </w:rPr>
  </w:style>
  <w:style w:type="character" w:customStyle="1" w:styleId="Nadpis1-1Char">
    <w:name w:val="_Nadpis_1-1 Char"/>
    <w:basedOn w:val="Standardnpsmoodstavce"/>
    <w:link w:val="Nadpis1-1"/>
    <w:rsid w:val="00577561"/>
    <w:rPr>
      <w:rFonts w:ascii="Verdana" w:hAnsi="Verdana"/>
      <w:b/>
      <w:caps/>
      <w:sz w:val="22"/>
    </w:rPr>
  </w:style>
  <w:style w:type="character" w:customStyle="1" w:styleId="Text1-2Char">
    <w:name w:val="_Text_1-2 Char"/>
    <w:basedOn w:val="Text1-1Char"/>
    <w:link w:val="Text1-2"/>
    <w:rsid w:val="00577561"/>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577561"/>
    <w:rPr>
      <w:rFonts w:ascii="Verdana" w:hAnsi="Verdana"/>
    </w:rPr>
  </w:style>
  <w:style w:type="paragraph" w:customStyle="1" w:styleId="Odrka1-2-">
    <w:name w:val="_Odrážka_1-2_-"/>
    <w:basedOn w:val="Odrka1-1"/>
    <w:qFormat/>
    <w:rsid w:val="00577561"/>
    <w:pPr>
      <w:numPr>
        <w:ilvl w:val="1"/>
      </w:numPr>
    </w:pPr>
  </w:style>
  <w:style w:type="paragraph" w:customStyle="1" w:styleId="Odrka1-3">
    <w:name w:val="_Odrážka_1-3_·"/>
    <w:basedOn w:val="Odrka1-2-"/>
    <w:qFormat/>
    <w:rsid w:val="00577561"/>
    <w:pPr>
      <w:numPr>
        <w:ilvl w:val="2"/>
      </w:numPr>
    </w:pPr>
  </w:style>
  <w:style w:type="paragraph" w:customStyle="1" w:styleId="Odstavec1-1a">
    <w:name w:val="_Odstavec_1-1_a)"/>
    <w:basedOn w:val="Normln"/>
    <w:link w:val="Odstavec1-1aChar"/>
    <w:qFormat/>
    <w:rsid w:val="00577561"/>
    <w:pPr>
      <w:numPr>
        <w:numId w:val="11"/>
      </w:numPr>
      <w:spacing w:after="80" w:line="264" w:lineRule="auto"/>
      <w:jc w:val="both"/>
    </w:pPr>
    <w:rPr>
      <w:sz w:val="18"/>
      <w:szCs w:val="18"/>
    </w:rPr>
  </w:style>
  <w:style w:type="paragraph" w:customStyle="1" w:styleId="Odstavec1-2i">
    <w:name w:val="_Odstavec_1-2_(i)"/>
    <w:basedOn w:val="Odstavec1-1a"/>
    <w:qFormat/>
    <w:rsid w:val="00577561"/>
    <w:pPr>
      <w:numPr>
        <w:ilvl w:val="1"/>
      </w:numPr>
    </w:pPr>
  </w:style>
  <w:style w:type="paragraph" w:customStyle="1" w:styleId="Odstavec1-31">
    <w:name w:val="_Odstavec_1-3_1)"/>
    <w:basedOn w:val="Odstavec1-2i"/>
    <w:qFormat/>
    <w:rsid w:val="00577561"/>
    <w:pPr>
      <w:numPr>
        <w:ilvl w:val="2"/>
      </w:numPr>
    </w:pPr>
  </w:style>
  <w:style w:type="paragraph" w:customStyle="1" w:styleId="Textbezslovn">
    <w:name w:val="_Text_bez_číslování"/>
    <w:basedOn w:val="Normln"/>
    <w:link w:val="TextbezslovnChar"/>
    <w:qFormat/>
    <w:rsid w:val="00577561"/>
    <w:pPr>
      <w:spacing w:after="120" w:line="264" w:lineRule="auto"/>
      <w:ind w:left="737"/>
      <w:jc w:val="both"/>
    </w:pPr>
    <w:rPr>
      <w:sz w:val="18"/>
      <w:szCs w:val="18"/>
    </w:rPr>
  </w:style>
  <w:style w:type="paragraph" w:customStyle="1" w:styleId="Zpatvlevo">
    <w:name w:val="_Zápatí_vlevo"/>
    <w:basedOn w:val="Zpatvpravo"/>
    <w:qFormat/>
    <w:rsid w:val="00577561"/>
    <w:pPr>
      <w:jc w:val="left"/>
    </w:pPr>
  </w:style>
  <w:style w:type="character" w:customStyle="1" w:styleId="Tun">
    <w:name w:val="_Tučně"/>
    <w:basedOn w:val="Standardnpsmoodstavce"/>
    <w:qFormat/>
    <w:rsid w:val="0057756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77561"/>
    <w:pPr>
      <w:numPr>
        <w:ilvl w:val="3"/>
      </w:numPr>
    </w:pPr>
  </w:style>
  <w:style w:type="character" w:customStyle="1" w:styleId="Text2-2Char">
    <w:name w:val="_Text_2-2 Char"/>
    <w:basedOn w:val="Text2-1Char"/>
    <w:link w:val="Text2-2"/>
    <w:rsid w:val="00577561"/>
    <w:rPr>
      <w:rFonts w:ascii="Verdana" w:hAnsi="Verdana"/>
    </w:rPr>
  </w:style>
  <w:style w:type="paragraph" w:customStyle="1" w:styleId="Zkratky1">
    <w:name w:val="_Zkratky_1"/>
    <w:basedOn w:val="Normln"/>
    <w:qFormat/>
    <w:rsid w:val="00577561"/>
    <w:pPr>
      <w:tabs>
        <w:tab w:val="right" w:leader="dot" w:pos="1134"/>
      </w:tabs>
      <w:spacing w:after="0" w:line="240" w:lineRule="auto"/>
    </w:pPr>
    <w:rPr>
      <w:b/>
      <w:sz w:val="16"/>
      <w:szCs w:val="18"/>
    </w:rPr>
  </w:style>
  <w:style w:type="paragraph" w:customStyle="1" w:styleId="Seznam1">
    <w:name w:val="_Seznam_[1]"/>
    <w:basedOn w:val="Normln"/>
    <w:qFormat/>
    <w:rsid w:val="00577561"/>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577561"/>
    <w:pPr>
      <w:spacing w:after="0" w:line="240" w:lineRule="auto"/>
    </w:pPr>
    <w:rPr>
      <w:sz w:val="16"/>
      <w:szCs w:val="16"/>
    </w:rPr>
  </w:style>
  <w:style w:type="character" w:customStyle="1" w:styleId="Tun-ZRUIT">
    <w:name w:val="_Tučně-ZRUŠIT"/>
    <w:basedOn w:val="Standardnpsmoodstavce"/>
    <w:qFormat/>
    <w:rsid w:val="00577561"/>
    <w:rPr>
      <w:b w:val="0"/>
      <w:i w:val="0"/>
    </w:rPr>
  </w:style>
  <w:style w:type="paragraph" w:customStyle="1" w:styleId="Nadpisbezsl1-1">
    <w:name w:val="_Nadpis_bez_čísl_1-1"/>
    <w:next w:val="Nadpisbezsl1-2"/>
    <w:qFormat/>
    <w:rsid w:val="00577561"/>
    <w:pPr>
      <w:keepNext/>
      <w:spacing w:before="280" w:after="120"/>
    </w:pPr>
    <w:rPr>
      <w:rFonts w:ascii="Verdana" w:hAnsi="Verdana"/>
      <w:b/>
      <w:caps/>
      <w:sz w:val="22"/>
    </w:rPr>
  </w:style>
  <w:style w:type="paragraph" w:customStyle="1" w:styleId="Nadpisbezsl1-2">
    <w:name w:val="_Nadpis_bez_čísl_1-2"/>
    <w:next w:val="Text2-1"/>
    <w:qFormat/>
    <w:rsid w:val="0057756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577561"/>
    <w:pPr>
      <w:spacing w:after="120" w:line="264" w:lineRule="auto"/>
      <w:jc w:val="both"/>
    </w:pPr>
    <w:rPr>
      <w:sz w:val="18"/>
      <w:szCs w:val="18"/>
    </w:rPr>
  </w:style>
  <w:style w:type="character" w:customStyle="1" w:styleId="TextbezodsazenChar">
    <w:name w:val="_Text_bez_odsazení Char"/>
    <w:basedOn w:val="Standardnpsmoodstavce"/>
    <w:link w:val="Textbezodsazen"/>
    <w:rsid w:val="00577561"/>
    <w:rPr>
      <w:rFonts w:ascii="Verdana" w:hAnsi="Verdana"/>
    </w:rPr>
  </w:style>
  <w:style w:type="paragraph" w:customStyle="1" w:styleId="ZTPinfo-text">
    <w:name w:val="_ZTP_info-text"/>
    <w:basedOn w:val="Textbezslovn"/>
    <w:link w:val="ZTPinfo-textChar"/>
    <w:qFormat/>
    <w:rsid w:val="00577561"/>
    <w:pPr>
      <w:ind w:left="0"/>
    </w:pPr>
    <w:rPr>
      <w:i/>
      <w:color w:val="00A1E0"/>
    </w:rPr>
  </w:style>
  <w:style w:type="character" w:customStyle="1" w:styleId="ZTPinfo-textChar">
    <w:name w:val="_ZTP_info-text Char"/>
    <w:basedOn w:val="Standardnpsmoodstavce"/>
    <w:link w:val="ZTPinfo-text"/>
    <w:rsid w:val="00577561"/>
    <w:rPr>
      <w:rFonts w:ascii="Verdana" w:hAnsi="Verdana"/>
      <w:i/>
      <w:color w:val="00A1E0"/>
    </w:rPr>
  </w:style>
  <w:style w:type="paragraph" w:customStyle="1" w:styleId="ZTPinfo-text-odr">
    <w:name w:val="_ZTP_info-text-odr"/>
    <w:basedOn w:val="ZTPinfo-text"/>
    <w:link w:val="ZTPinfo-text-odrChar"/>
    <w:qFormat/>
    <w:rsid w:val="00577561"/>
    <w:pPr>
      <w:numPr>
        <w:numId w:val="15"/>
      </w:numPr>
    </w:pPr>
  </w:style>
  <w:style w:type="character" w:customStyle="1" w:styleId="ZTPinfo-text-odrChar">
    <w:name w:val="_ZTP_info-text-odr Char"/>
    <w:basedOn w:val="ZTPinfo-textChar"/>
    <w:link w:val="ZTPinfo-text-odr"/>
    <w:rsid w:val="00577561"/>
    <w:rPr>
      <w:rFonts w:ascii="Verdana" w:hAnsi="Verdana"/>
      <w:i/>
      <w:color w:val="00A1E0"/>
    </w:rPr>
  </w:style>
  <w:style w:type="paragraph" w:customStyle="1" w:styleId="Odrka1-4">
    <w:name w:val="_Odrážka_1-4_•"/>
    <w:basedOn w:val="Odrka1-1"/>
    <w:qFormat/>
    <w:rsid w:val="00577561"/>
    <w:pPr>
      <w:numPr>
        <w:ilvl w:val="3"/>
      </w:numPr>
    </w:pPr>
  </w:style>
  <w:style w:type="character" w:customStyle="1" w:styleId="Odstavec1-1aChar">
    <w:name w:val="_Odstavec_1-1_a) Char"/>
    <w:basedOn w:val="Standardnpsmoodstavce"/>
    <w:link w:val="Odstavec1-1a"/>
    <w:rsid w:val="00577561"/>
    <w:rPr>
      <w:rFonts w:ascii="Verdana" w:hAnsi="Verdana"/>
    </w:rPr>
  </w:style>
  <w:style w:type="paragraph" w:customStyle="1" w:styleId="Odstavec1-41">
    <w:name w:val="_Odstavec_1-4_1."/>
    <w:basedOn w:val="Odstavec1-1a"/>
    <w:link w:val="Odstavec1-41Char"/>
    <w:qFormat/>
    <w:rsid w:val="00577561"/>
    <w:pPr>
      <w:numPr>
        <w:ilvl w:val="3"/>
      </w:numPr>
    </w:pPr>
  </w:style>
  <w:style w:type="character" w:customStyle="1" w:styleId="Odstavec1-41Char">
    <w:name w:val="_Odstavec_1-4_1. Char"/>
    <w:basedOn w:val="Odstavec1-1aChar"/>
    <w:link w:val="Odstavec1-41"/>
    <w:rsid w:val="00577561"/>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577561"/>
    <w:rPr>
      <w:rFonts w:ascii="Verdana" w:hAnsi="Verdana"/>
      <w:b/>
      <w:sz w:val="36"/>
    </w:rPr>
  </w:style>
  <w:style w:type="paragraph" w:customStyle="1" w:styleId="Zpatvpravo">
    <w:name w:val="_Zápatí_vpravo"/>
    <w:qFormat/>
    <w:rsid w:val="00577561"/>
    <w:pPr>
      <w:spacing w:after="0" w:line="240" w:lineRule="auto"/>
      <w:jc w:val="right"/>
    </w:pPr>
    <w:rPr>
      <w:rFonts w:ascii="Verdana" w:hAnsi="Verdana"/>
      <w:sz w:val="12"/>
    </w:rPr>
  </w:style>
  <w:style w:type="character" w:customStyle="1" w:styleId="Nzevakce">
    <w:name w:val="_Název_akce"/>
    <w:basedOn w:val="Standardnpsmoodstavce"/>
    <w:qFormat/>
    <w:rsid w:val="00577561"/>
    <w:rPr>
      <w:rFonts w:ascii="Verdana" w:hAnsi="Verdana"/>
      <w:b/>
      <w:sz w:val="36"/>
    </w:rPr>
  </w:style>
  <w:style w:type="character" w:customStyle="1" w:styleId="TextbezslovnChar">
    <w:name w:val="_Text_bez_číslování Char"/>
    <w:basedOn w:val="Standardnpsmoodstavce"/>
    <w:link w:val="Textbezslovn"/>
    <w:rsid w:val="00577561"/>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577561"/>
    <w:pPr>
      <w:numPr>
        <w:ilvl w:val="1"/>
      </w:numPr>
      <w:spacing w:after="80"/>
      <w:contextualSpacing/>
    </w:pPr>
  </w:style>
  <w:style w:type="character" w:customStyle="1" w:styleId="ZTPinfo-text-odrChar0">
    <w:name w:val="_ZTP_info-text-odr_• Char"/>
    <w:basedOn w:val="ZTPinfo-text-odrChar"/>
    <w:link w:val="ZTPinfo-text-odr0"/>
    <w:rsid w:val="00577561"/>
    <w:rPr>
      <w:rFonts w:ascii="Verdana" w:hAnsi="Verdana"/>
      <w:i/>
      <w:color w:val="00A1E0"/>
    </w:rPr>
  </w:style>
  <w:style w:type="paragraph" w:customStyle="1" w:styleId="Tabulka-9">
    <w:name w:val="_Tabulka-9"/>
    <w:basedOn w:val="Textbezodsazen"/>
    <w:qFormat/>
    <w:rsid w:val="00577561"/>
    <w:pPr>
      <w:spacing w:before="40" w:after="40" w:line="240" w:lineRule="auto"/>
      <w:jc w:val="left"/>
    </w:pPr>
  </w:style>
  <w:style w:type="paragraph" w:customStyle="1" w:styleId="Tabulka-8">
    <w:name w:val="_Tabulka-8"/>
    <w:basedOn w:val="Tabulka-9"/>
    <w:qFormat/>
    <w:rsid w:val="00577561"/>
    <w:rPr>
      <w:sz w:val="16"/>
    </w:rPr>
  </w:style>
  <w:style w:type="paragraph" w:styleId="Prosttext">
    <w:name w:val="Plain Text"/>
    <w:basedOn w:val="Normln"/>
    <w:link w:val="ProsttextChar"/>
    <w:uiPriority w:val="99"/>
    <w:semiHidden/>
    <w:unhideWhenUsed/>
    <w:rsid w:val="00884DB3"/>
    <w:pPr>
      <w:spacing w:after="0"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884DB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93819">
      <w:bodyDiv w:val="1"/>
      <w:marLeft w:val="0"/>
      <w:marRight w:val="0"/>
      <w:marTop w:val="0"/>
      <w:marBottom w:val="0"/>
      <w:divBdr>
        <w:top w:val="none" w:sz="0" w:space="0" w:color="auto"/>
        <w:left w:val="none" w:sz="0" w:space="0" w:color="auto"/>
        <w:bottom w:val="none" w:sz="0" w:space="0" w:color="auto"/>
        <w:right w:val="none" w:sz="0" w:space="0" w:color="auto"/>
      </w:divBdr>
    </w:div>
    <w:div w:id="871767648">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zdc.cz/o-nas/vnitrni-predpisy-szd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buildary.online/cs/moduly/elektronicky-stavebni-denik"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Stavby\&#218;st&#237;%20nad%20Orlic&#237;%20&#8211;%20Brand&#253;s%20nad%20Orlic&#237;%20&#8211;%20p&#367;vodn&#237;%20stopa,%20BC\Dokumentace%20Most%20SUS\&#381;&#225;dost%20na%20VZ\ZTP_R-F_VZOR_200507-B.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F75787AA08443AA8FE7A61C6F7D0290"/>
        <w:category>
          <w:name w:val="Obecné"/>
          <w:gallery w:val="placeholder"/>
        </w:category>
        <w:types>
          <w:type w:val="bbPlcHdr"/>
        </w:types>
        <w:behaviors>
          <w:behavior w:val="content"/>
        </w:behaviors>
        <w:guid w:val="{D78FA9C7-B722-4996-B9D3-DEFABD297AC6}"/>
      </w:docPartPr>
      <w:docPartBody>
        <w:p w:rsidR="003E6DCB" w:rsidRDefault="007A5671">
          <w:pPr>
            <w:pStyle w:val="8F75787AA08443AA8FE7A61C6F7D0290"/>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671"/>
    <w:rsid w:val="000B2D56"/>
    <w:rsid w:val="00122B49"/>
    <w:rsid w:val="001C6C92"/>
    <w:rsid w:val="0025277E"/>
    <w:rsid w:val="003E6DCB"/>
    <w:rsid w:val="004032AB"/>
    <w:rsid w:val="005301EF"/>
    <w:rsid w:val="007802C5"/>
    <w:rsid w:val="007A5671"/>
    <w:rsid w:val="008D554C"/>
    <w:rsid w:val="00945C20"/>
    <w:rsid w:val="009E05CE"/>
    <w:rsid w:val="00A3071A"/>
    <w:rsid w:val="00A373C5"/>
    <w:rsid w:val="00BB5632"/>
    <w:rsid w:val="00C45961"/>
    <w:rsid w:val="00D52FCB"/>
    <w:rsid w:val="00F65B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8F75787AA08443AA8FE7A61C6F7D0290">
    <w:name w:val="8F75787AA08443AA8FE7A61C6F7D029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8F75787AA08443AA8FE7A61C6F7D0290">
    <w:name w:val="8F75787AA08443AA8FE7A61C6F7D029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7440C58-AAFA-4385-A33C-BFF00410C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ZTP_R-F_VZOR_200507-B</Template>
  <TotalTime>13</TotalTime>
  <Pages>6</Pages>
  <Words>1960</Words>
  <Characters>11569</Characters>
  <Application>Microsoft Office Word</Application>
  <DocSecurity>0</DocSecurity>
  <Lines>96</Lines>
  <Paragraphs>27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R-F_200507-B</vt:lpstr>
      <vt:lpstr/>
      <vt:lpstr>Titulek 1. úrovně </vt:lpstr>
      <vt:lpstr>    Titulek 2. úrovně</vt:lpstr>
      <vt:lpstr>        Titulek 3. úrovně</vt:lpstr>
    </vt:vector>
  </TitlesOfParts>
  <Manager>Fojta@szdc.cz</Manager>
  <Company>SŽDC s.o.</Company>
  <LinksUpToDate>false</LinksUpToDate>
  <CharactersWithSpaces>13502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R-F_200507-B</dc:title>
  <dc:creator>Jakubec Jan</dc:creator>
  <cp:lastModifiedBy>Majerová Renáta</cp:lastModifiedBy>
  <cp:revision>8</cp:revision>
  <cp:lastPrinted>2020-06-09T08:14:00Z</cp:lastPrinted>
  <dcterms:created xsi:type="dcterms:W3CDTF">2020-06-22T06:09:00Z</dcterms:created>
  <dcterms:modified xsi:type="dcterms:W3CDTF">2020-06-30T07:24:00Z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